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06342" w:rsidR="00C957BE" w:rsidP="009F7513" w:rsidRDefault="009F7513" w14:paraId="065B5E23" w14:textId="2A65EC9D">
      <w:pPr>
        <w:pStyle w:val="Title"/>
        <w:rPr>
          <w:rFonts w:ascii="Franklin Gothic Book" w:hAnsi="Franklin Gothic Book"/>
        </w:rPr>
      </w:pPr>
      <w:r w:rsidRPr="12240DE2" w:rsidR="00751FF5">
        <w:rPr>
          <w:rFonts w:ascii="Franklin Gothic Book" w:hAnsi="Franklin Gothic Book"/>
        </w:rPr>
        <w:t xml:space="preserve">Participant </w:t>
      </w:r>
      <w:r w:rsidRPr="12240DE2" w:rsidR="008A2169">
        <w:rPr>
          <w:rFonts w:ascii="Franklin Gothic Book" w:hAnsi="Franklin Gothic Book"/>
        </w:rPr>
        <w:t xml:space="preserve">final </w:t>
      </w:r>
      <w:r w:rsidRPr="12240DE2" w:rsidR="009F7513">
        <w:rPr>
          <w:rFonts w:ascii="Franklin Gothic Book" w:hAnsi="Franklin Gothic Book"/>
        </w:rPr>
        <w:t>evaluation form</w:t>
      </w:r>
      <w:r w:rsidRPr="12240DE2" w:rsidR="00CC3F5C">
        <w:rPr>
          <w:rFonts w:ascii="Franklin Gothic Book" w:hAnsi="Franklin Gothic Book"/>
        </w:rPr>
        <w:t xml:space="preserve"> – Projects and learning </w:t>
      </w:r>
      <w:r w:rsidRPr="12240DE2" w:rsidR="00CC3F5C">
        <w:rPr>
          <w:rFonts w:ascii="Franklin Gothic Book" w:hAnsi="Franklin Gothic Book"/>
        </w:rPr>
        <w:t>outcomes</w:t>
      </w:r>
    </w:p>
    <w:p w:rsidRPr="00D06342" w:rsidR="00133309" w:rsidP="01304082" w:rsidRDefault="00BC2AE4" w14:paraId="7A371C4F" w14:textId="746F02C8">
      <w:pPr>
        <w:rPr>
          <w:rFonts w:ascii="Franklin Gothic Book" w:hAnsi="Franklin Gothic Book"/>
          <w:i/>
          <w:iCs/>
        </w:rPr>
      </w:pPr>
      <w:r w:rsidRPr="01304082">
        <w:rPr>
          <w:rFonts w:ascii="Franklin Gothic Book" w:hAnsi="Franklin Gothic Book"/>
          <w:i/>
          <w:iCs/>
        </w:rPr>
        <w:t>The form should be completed by participants at the end of the programme.</w:t>
      </w:r>
    </w:p>
    <w:p w:rsidR="7CCC2EDA" w:rsidP="336FC0C7" w:rsidRDefault="7CCC2EDA" w14:paraId="296368DD" w14:textId="30E29983">
      <w:pPr>
        <w:rPr>
          <w:rFonts w:ascii="Franklin Gothic Book" w:hAnsi="Franklin Gothic Book"/>
          <w:i/>
          <w:iCs/>
        </w:rPr>
      </w:pPr>
      <w:r w:rsidRPr="336FC0C7">
        <w:rPr>
          <w:rFonts w:ascii="Franklin Gothic Book" w:hAnsi="Franklin Gothic Book"/>
          <w:i/>
          <w:iCs/>
        </w:rPr>
        <w:t xml:space="preserve">Estimated time for survey completion: </w:t>
      </w:r>
      <w:r w:rsidRPr="336FC0C7" w:rsidR="471DEEB9">
        <w:rPr>
          <w:rFonts w:ascii="Franklin Gothic Book" w:hAnsi="Franklin Gothic Book"/>
          <w:i/>
          <w:iCs/>
        </w:rPr>
        <w:t xml:space="preserve">up to </w:t>
      </w:r>
      <w:r w:rsidRPr="336FC0C7">
        <w:rPr>
          <w:rFonts w:ascii="Franklin Gothic Book" w:hAnsi="Franklin Gothic Book"/>
          <w:i/>
          <w:iCs/>
        </w:rPr>
        <w:t xml:space="preserve">15 </w:t>
      </w:r>
      <w:proofErr w:type="gramStart"/>
      <w:r w:rsidRPr="336FC0C7">
        <w:rPr>
          <w:rFonts w:ascii="Franklin Gothic Book" w:hAnsi="Franklin Gothic Book"/>
          <w:i/>
          <w:iCs/>
        </w:rPr>
        <w:t>minutes</w:t>
      </w:r>
      <w:proofErr w:type="gramEnd"/>
    </w:p>
    <w:tbl>
      <w:tblPr>
        <w:tblW w:w="5000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94"/>
      </w:tblGrid>
      <w:tr w:rsidRPr="00D06342" w:rsidR="00CC2E0E" w:rsidTr="00CC2E0E" w14:paraId="74BE6250" w14:textId="77777777">
        <w:tc>
          <w:tcPr>
            <w:tcW w:w="5000" w:type="pct"/>
            <w:shd w:val="clear" w:color="auto" w:fill="auto"/>
            <w:vAlign w:val="center"/>
          </w:tcPr>
          <w:p w:rsidRPr="00D06342" w:rsidR="00CC2E0E" w:rsidRDefault="00CC2E0E" w14:paraId="682529B8" w14:textId="37A928F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bookmarkStart w:name="_Hlk120279648" w:id="0"/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Date:</w:t>
            </w:r>
          </w:p>
        </w:tc>
      </w:tr>
      <w:tr w:rsidRPr="00D06342" w:rsidR="00F150DE" w:rsidTr="00F150DE" w14:paraId="63AB9147" w14:textId="77777777">
        <w:tc>
          <w:tcPr>
            <w:tcW w:w="5000" w:type="pct"/>
            <w:shd w:val="clear" w:color="auto" w:fill="auto"/>
            <w:vAlign w:val="center"/>
          </w:tcPr>
          <w:p w:rsidRPr="00D06342" w:rsidR="00F150DE" w:rsidRDefault="00F150DE" w14:paraId="0C27887B" w14:textId="108BDC5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 xml:space="preserve">Sector:    </w:t>
            </w:r>
            <w:r w:rsidRPr="00D06342" w:rsidR="00D06342">
              <w:rPr>
                <w:rFonts w:ascii="Wingdings" w:hAnsi="Wingdings" w:eastAsia="Wingdings" w:cs="Wingdings"/>
              </w:rPr>
              <w:t>o</w:t>
            </w:r>
            <w:r w:rsidRPr="00D06342">
              <w:rPr>
                <w:rFonts w:ascii="Franklin Gothic Book" w:hAnsi="Franklin Gothic Book"/>
              </w:rPr>
              <w:t xml:space="preserve"> Human health    </w:t>
            </w:r>
            <w:r w:rsidRPr="00D06342" w:rsidR="00D06342">
              <w:rPr>
                <w:rFonts w:ascii="Wingdings" w:hAnsi="Wingdings" w:eastAsia="Wingdings" w:cs="Wingdings"/>
              </w:rPr>
              <w:t>o</w:t>
            </w:r>
            <w:r w:rsidRPr="00D06342">
              <w:rPr>
                <w:rFonts w:ascii="Franklin Gothic Book" w:hAnsi="Franklin Gothic Book"/>
              </w:rPr>
              <w:t xml:space="preserve"> Animal health   </w:t>
            </w:r>
            <w:r w:rsidRPr="00D06342" w:rsidR="00D06342">
              <w:rPr>
                <w:rFonts w:ascii="Wingdings" w:hAnsi="Wingdings" w:eastAsia="Wingdings" w:cs="Wingdings"/>
              </w:rPr>
              <w:t>o</w:t>
            </w:r>
            <w:r w:rsidRPr="00D06342">
              <w:rPr>
                <w:rFonts w:ascii="Franklin Gothic Book" w:hAnsi="Franklin Gothic Book"/>
              </w:rPr>
              <w:t xml:space="preserve"> Environmental health</w:t>
            </w:r>
            <w:r w:rsidRPr="00D06342" w:rsidR="00656BFD">
              <w:rPr>
                <w:rFonts w:ascii="Franklin Gothic Book" w:hAnsi="Franklin Gothic Book"/>
              </w:rPr>
              <w:t xml:space="preserve">   </w:t>
            </w:r>
            <w:r w:rsidRPr="00D06342" w:rsidR="00656BFD">
              <w:rPr>
                <w:rFonts w:ascii="Wingdings" w:hAnsi="Wingdings" w:eastAsia="Wingdings" w:cs="Wingdings"/>
              </w:rPr>
              <w:t>o</w:t>
            </w:r>
            <w:r w:rsidRPr="00D06342" w:rsidR="00656BFD">
              <w:rPr>
                <w:rFonts w:ascii="Franklin Gothic Book" w:hAnsi="Franklin Gothic Book" w:eastAsia="Wingdings" w:cs="Arial"/>
              </w:rPr>
              <w:t xml:space="preserve"> Other</w:t>
            </w:r>
          </w:p>
        </w:tc>
      </w:tr>
    </w:tbl>
    <w:p w:rsidR="001D3745" w:rsidP="2FF4E312" w:rsidRDefault="00D2454A" w14:paraId="5B4A43FD" w14:textId="2CA871DA">
      <w:pPr>
        <w:pStyle w:val="Normal"/>
        <w:rPr>
          <w:rFonts w:ascii="Franklin Gothic Book" w:hAnsi="Franklin Gothic Book"/>
          <w:b w:val="1"/>
          <w:bCs w:val="1"/>
        </w:rPr>
      </w:pPr>
      <w:r w:rsidRPr="2FF4E312" w:rsidR="00D2454A">
        <w:rPr>
          <w:rFonts w:ascii="Franklin Gothic Book" w:hAnsi="Franklin Gothic Book"/>
          <w:b w:val="1"/>
          <w:bCs w:val="1"/>
        </w:rPr>
        <w:t xml:space="preserve">Please </w:t>
      </w:r>
      <w:r w:rsidRPr="2FF4E312" w:rsidR="0070292C">
        <w:rPr>
          <w:rFonts w:ascii="Franklin Gothic Book" w:hAnsi="Franklin Gothic Book"/>
          <w:b w:val="1"/>
          <w:bCs w:val="1"/>
        </w:rPr>
        <w:t xml:space="preserve">indicate how much you agree/disagree with each of the programme-related statements listed below </w:t>
      </w:r>
      <w:r w:rsidRPr="2FF4E312" w:rsidR="00C90707">
        <w:rPr>
          <w:rFonts w:ascii="Franklin Gothic Book" w:hAnsi="Franklin Gothic Book"/>
          <w:b w:val="1"/>
          <w:bCs w:val="1"/>
        </w:rPr>
        <w:t xml:space="preserve">where </w:t>
      </w:r>
      <w:r w:rsidRPr="2FF4E312" w:rsidR="0070292C">
        <w:rPr>
          <w:rFonts w:ascii="Franklin Gothic Book" w:hAnsi="Franklin Gothic Book"/>
          <w:b w:val="1"/>
          <w:bCs w:val="1"/>
        </w:rPr>
        <w:t>1</w:t>
      </w:r>
      <w:r w:rsidRPr="2FF4E312" w:rsidR="00C90707">
        <w:rPr>
          <w:rFonts w:ascii="Franklin Gothic Book" w:hAnsi="Franklin Gothic Book"/>
          <w:b w:val="1"/>
          <w:bCs w:val="1"/>
        </w:rPr>
        <w:t xml:space="preserve"> is </w:t>
      </w:r>
      <w:r w:rsidRPr="2FF4E312" w:rsidR="0070292C">
        <w:rPr>
          <w:rFonts w:ascii="Franklin Gothic Book" w:hAnsi="Franklin Gothic Book"/>
          <w:b w:val="1"/>
          <w:bCs w:val="1"/>
        </w:rPr>
        <w:t xml:space="preserve">Strongly </w:t>
      </w:r>
      <w:r w:rsidRPr="2FF4E312" w:rsidR="00394138">
        <w:rPr>
          <w:rFonts w:ascii="Franklin Gothic Book" w:hAnsi="Franklin Gothic Book"/>
          <w:b w:val="1"/>
          <w:bCs w:val="1"/>
        </w:rPr>
        <w:t>dis</w:t>
      </w:r>
      <w:r w:rsidRPr="2FF4E312" w:rsidR="0070292C">
        <w:rPr>
          <w:rFonts w:ascii="Franklin Gothic Book" w:hAnsi="Franklin Gothic Book"/>
          <w:b w:val="1"/>
          <w:bCs w:val="1"/>
        </w:rPr>
        <w:t>agree</w:t>
      </w:r>
      <w:r w:rsidRPr="2FF4E312" w:rsidR="00C90707">
        <w:rPr>
          <w:rFonts w:ascii="Franklin Gothic Book" w:hAnsi="Franklin Gothic Book"/>
          <w:b w:val="1"/>
          <w:bCs w:val="1"/>
        </w:rPr>
        <w:t xml:space="preserve"> and </w:t>
      </w:r>
      <w:r w:rsidRPr="2FF4E312" w:rsidR="0070292C">
        <w:rPr>
          <w:rFonts w:ascii="Franklin Gothic Book" w:hAnsi="Franklin Gothic Book"/>
          <w:b w:val="1"/>
          <w:bCs w:val="1"/>
        </w:rPr>
        <w:t>5</w:t>
      </w:r>
      <w:r w:rsidRPr="2FF4E312" w:rsidR="00C90707">
        <w:rPr>
          <w:rFonts w:ascii="Franklin Gothic Book" w:hAnsi="Franklin Gothic Book"/>
          <w:b w:val="1"/>
          <w:bCs w:val="1"/>
        </w:rPr>
        <w:t xml:space="preserve"> is </w:t>
      </w:r>
      <w:r w:rsidRPr="2FF4E312" w:rsidR="0070292C">
        <w:rPr>
          <w:rFonts w:ascii="Franklin Gothic Book" w:hAnsi="Franklin Gothic Book"/>
          <w:b w:val="1"/>
          <w:bCs w:val="1"/>
        </w:rPr>
        <w:t>Strongly agree</w:t>
      </w:r>
      <w:r w:rsidRPr="2FF4E312" w:rsidR="00C90707">
        <w:rPr>
          <w:rFonts w:ascii="Franklin Gothic Book" w:hAnsi="Franklin Gothic Book"/>
          <w:b w:val="1"/>
          <w:bCs w:val="1"/>
        </w:rPr>
        <w:t xml:space="preserve">. </w:t>
      </w:r>
    </w:p>
    <w:tbl>
      <w:tblPr>
        <w:tblW w:w="5052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25"/>
        <w:gridCol w:w="17"/>
        <w:gridCol w:w="5570"/>
        <w:gridCol w:w="863"/>
        <w:gridCol w:w="863"/>
        <w:gridCol w:w="864"/>
        <w:gridCol w:w="864"/>
        <w:gridCol w:w="870"/>
        <w:gridCol w:w="730"/>
        <w:gridCol w:w="131"/>
        <w:gridCol w:w="585"/>
        <w:gridCol w:w="276"/>
        <w:gridCol w:w="439"/>
        <w:gridCol w:w="422"/>
        <w:gridCol w:w="294"/>
        <w:gridCol w:w="567"/>
        <w:gridCol w:w="148"/>
        <w:gridCol w:w="713"/>
        <w:gridCol w:w="6"/>
      </w:tblGrid>
      <w:tr w:rsidRPr="007C63F3" w:rsidR="002D3F20" w:rsidTr="001500C6" w14:paraId="4DD16CFC" w14:textId="77777777">
        <w:tc>
          <w:tcPr>
            <w:tcW w:w="5000" w:type="pct"/>
            <w:gridSpan w:val="19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bookmarkEnd w:id="0"/>
          <w:p w:rsidRPr="00FC5739" w:rsidR="002D3F20" w:rsidP="002D3F20" w:rsidRDefault="002D3F20" w14:paraId="34CD94C7" w14:textId="0223FF6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A. Programme delivery</w:t>
            </w:r>
          </w:p>
        </w:tc>
      </w:tr>
      <w:tr w:rsidRPr="007C63F3" w:rsidR="00AE2AB5" w:rsidTr="007D19F1" w14:paraId="1B4E12D5" w14:textId="77777777">
        <w:trPr>
          <w:trHeight w:val="300"/>
        </w:trPr>
        <w:tc>
          <w:tcPr>
            <w:tcW w:w="3548" w:type="pct"/>
            <w:gridSpan w:val="8"/>
            <w:shd w:val="clear" w:color="auto" w:fill="auto"/>
            <w:hideMark/>
          </w:tcPr>
          <w:p w:rsidRPr="007C63F3" w:rsidR="002D3F20" w:rsidP="002D3F20" w:rsidRDefault="002D3F20" w14:paraId="764EDF74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452" w:type="pct"/>
            <w:gridSpan w:val="11"/>
            <w:shd w:val="clear" w:color="auto" w:fill="auto"/>
            <w:vAlign w:val="center"/>
            <w:hideMark/>
          </w:tcPr>
          <w:p w:rsidRPr="007C63F3" w:rsidR="002D3F20" w:rsidP="002D3F20" w:rsidRDefault="002D3F20" w14:paraId="4ADF5229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2D3F20" w:rsidDel="00D2454A" w:rsidP="002D3F20" w:rsidRDefault="002D3F20" w14:paraId="745FD3D2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B77AEB" w:rsidTr="007D19F1" w14:paraId="74CCA4A7" w14:textId="77777777">
        <w:trPr>
          <w:trHeight w:val="300"/>
        </w:trPr>
        <w:tc>
          <w:tcPr>
            <w:tcW w:w="216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1D352C74" w14:textId="37F8436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A1. </w:t>
            </w:r>
          </w:p>
        </w:tc>
        <w:tc>
          <w:tcPr>
            <w:tcW w:w="3332" w:type="pct"/>
            <w:gridSpan w:val="6"/>
            <w:shd w:val="clear" w:color="auto" w:fill="auto"/>
            <w:vAlign w:val="center"/>
          </w:tcPr>
          <w:p w:rsidRPr="007C63F3" w:rsidR="002D3F20" w:rsidP="002D3F20" w:rsidRDefault="002D3F20" w14:paraId="1BF72506" w14:textId="4A3F91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The programme expectations and objectives were clearly stated at the beginning of the programme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Pr="007C63F3" w:rsidR="002D3F20" w:rsidP="002D3F20" w:rsidRDefault="002D3F20" w14:paraId="73542A92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7EF2299B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2B332834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649A275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08E3DCEC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42" w:type="pct"/>
            <w:gridSpan w:val="2"/>
          </w:tcPr>
          <w:p w:rsidRPr="007C63F3" w:rsidR="002D3F20" w:rsidP="002D3F20" w:rsidRDefault="002D3F20" w14:paraId="289EF292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B77AEB" w:rsidTr="007D19F1" w14:paraId="6ED7B61C" w14:textId="77777777">
        <w:trPr>
          <w:trHeight w:val="300"/>
        </w:trPr>
        <w:tc>
          <w:tcPr>
            <w:tcW w:w="216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69D57DCC" w14:textId="03C1951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A2. </w:t>
            </w:r>
          </w:p>
        </w:tc>
        <w:tc>
          <w:tcPr>
            <w:tcW w:w="3332" w:type="pct"/>
            <w:gridSpan w:val="6"/>
            <w:shd w:val="clear" w:color="auto" w:fill="auto"/>
            <w:vAlign w:val="center"/>
          </w:tcPr>
          <w:p w:rsidRPr="007C63F3" w:rsidR="002D3F20" w:rsidP="002D3F20" w:rsidRDefault="002D3F20" w14:paraId="3E47E0F0" w14:textId="34816C8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 xml:space="preserve">The programme met its objectives 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Pr="007C63F3" w:rsidR="002D3F20" w:rsidP="002D3F20" w:rsidRDefault="002D3F20" w14:paraId="668D2B4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50C1552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23ED5CC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640D891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76525EF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42" w:type="pct"/>
            <w:gridSpan w:val="2"/>
          </w:tcPr>
          <w:p w:rsidRPr="007C63F3" w:rsidR="002D3F20" w:rsidP="002D3F20" w:rsidRDefault="002D3F20" w14:paraId="51135CB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B77AEB" w:rsidTr="007D19F1" w14:paraId="24D18E7C" w14:textId="77777777">
        <w:trPr>
          <w:trHeight w:val="300"/>
        </w:trPr>
        <w:tc>
          <w:tcPr>
            <w:tcW w:w="216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647238C5" w14:textId="642D09F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A3. </w:t>
            </w:r>
          </w:p>
        </w:tc>
        <w:tc>
          <w:tcPr>
            <w:tcW w:w="3332" w:type="pct"/>
            <w:gridSpan w:val="6"/>
            <w:shd w:val="clear" w:color="auto" w:fill="auto"/>
            <w:vAlign w:val="center"/>
          </w:tcPr>
          <w:p w:rsidRPr="007C63F3" w:rsidR="002D3F20" w:rsidP="002D3F20" w:rsidRDefault="002D3F20" w14:paraId="0CF8CD4A" w14:textId="2EE57A1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The online and in-person components were well-integrated and complementary (choose not applicable if online or in-person mode was not used)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:rsidRPr="007C63F3" w:rsidR="002D3F20" w:rsidP="002D3F20" w:rsidRDefault="002D3F20" w14:paraId="3FE83CB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2D3F20" w:rsidP="002D3F20" w:rsidRDefault="002D3F20" w14:paraId="4B6D1D9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2D3F20" w:rsidP="002D3F20" w:rsidRDefault="002D3F20" w14:paraId="34158BD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2D3F20" w:rsidP="002D3F20" w:rsidRDefault="002D3F20" w14:paraId="39A28A5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2D3F20" w:rsidP="002D3F20" w:rsidRDefault="002D3F20" w14:paraId="2BA270F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42" w:type="pct"/>
            <w:gridSpan w:val="2"/>
          </w:tcPr>
          <w:p w:rsidRPr="007C63F3" w:rsidR="002D3F20" w:rsidP="002D3F20" w:rsidRDefault="002D3F20" w14:paraId="11D49E82" w14:textId="127DC1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>
              <w:rPr>
                <w:rFonts w:ascii="Franklin Gothic Book" w:hAnsi="Franklin Gothic Book" w:eastAsia="Times New Roman" w:cs="Arial"/>
                <w:lang w:eastAsia="en-GB"/>
              </w:rPr>
              <w:t>N/A</w:t>
            </w:r>
            <w:r>
              <w:rPr>
                <w:rStyle w:val="FootnoteReference"/>
                <w:rFonts w:ascii="Franklin Gothic Book" w:hAnsi="Franklin Gothic Book" w:eastAsia="Times New Roman" w:cs="Arial"/>
                <w:lang w:eastAsia="en-GB"/>
              </w:rPr>
              <w:footnoteReference w:id="2"/>
            </w:r>
          </w:p>
        </w:tc>
      </w:tr>
      <w:tr w:rsidRPr="007C63F3" w:rsidR="00B77AEB" w:rsidTr="007D19F1" w14:paraId="7737851B" w14:textId="77777777">
        <w:trPr>
          <w:trHeight w:val="300"/>
        </w:trPr>
        <w:tc>
          <w:tcPr>
            <w:tcW w:w="216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1653F9CD" w14:textId="348A9BC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A4.</w:t>
            </w:r>
          </w:p>
        </w:tc>
        <w:tc>
          <w:tcPr>
            <w:tcW w:w="3332" w:type="pct"/>
            <w:gridSpan w:val="6"/>
            <w:shd w:val="clear" w:color="auto" w:fill="auto"/>
            <w:vAlign w:val="center"/>
          </w:tcPr>
          <w:p w:rsidRPr="007C63F3" w:rsidR="002D3F20" w:rsidP="002D3F20" w:rsidRDefault="002D3F20" w14:paraId="2EA2DD47" w14:textId="4486003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The sequencing of didactic sessions was presented in a logical order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:rsidRPr="007C63F3" w:rsidR="002D3F20" w:rsidP="002D3F20" w:rsidRDefault="002D3F20" w14:paraId="390FC24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2D3F20" w:rsidP="002D3F20" w:rsidRDefault="002D3F20" w14:paraId="2C9D4E0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2D3F20" w:rsidP="002D3F20" w:rsidRDefault="002D3F20" w14:paraId="29C71E6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2D3F20" w:rsidP="002D3F20" w:rsidRDefault="002D3F20" w14:paraId="56E6810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2D3F20" w:rsidP="002D3F20" w:rsidRDefault="002D3F20" w14:paraId="63EFDB8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42" w:type="pct"/>
            <w:gridSpan w:val="2"/>
          </w:tcPr>
          <w:p w:rsidRPr="007C63F3" w:rsidR="002D3F20" w:rsidP="002D3F20" w:rsidRDefault="002D3F20" w14:paraId="03C6A86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B77AEB" w:rsidTr="007D19F1" w14:paraId="61FA44BB" w14:textId="77777777">
        <w:trPr>
          <w:trHeight w:val="300"/>
        </w:trPr>
        <w:tc>
          <w:tcPr>
            <w:tcW w:w="216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27FA4928" w14:textId="63C26A2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A5.</w:t>
            </w:r>
          </w:p>
        </w:tc>
        <w:tc>
          <w:tcPr>
            <w:tcW w:w="3332" w:type="pct"/>
            <w:gridSpan w:val="6"/>
            <w:shd w:val="clear" w:color="auto" w:fill="auto"/>
            <w:vAlign w:val="center"/>
          </w:tcPr>
          <w:p w:rsidRPr="007C63F3" w:rsidR="002D3F20" w:rsidP="002D3F20" w:rsidRDefault="002D3F20" w14:paraId="47D5502F" w14:textId="346E90B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The duration of the programme from the start to completion was adequate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Pr="007C63F3" w:rsidR="002D3F20" w:rsidP="002D3F20" w:rsidRDefault="002D3F20" w14:paraId="5D71EDF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76C232B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132022C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52E2B15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5DB92A6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42" w:type="pct"/>
            <w:gridSpan w:val="2"/>
          </w:tcPr>
          <w:p w:rsidRPr="007C63F3" w:rsidR="002D3F20" w:rsidP="002D3F20" w:rsidRDefault="002D3F20" w14:paraId="239D3B5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B77AEB" w:rsidTr="007D19F1" w14:paraId="0EF95E53" w14:textId="77777777">
        <w:trPr>
          <w:trHeight w:val="300"/>
        </w:trPr>
        <w:tc>
          <w:tcPr>
            <w:tcW w:w="216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592BA8C0" w14:textId="10B37C3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A6.</w:t>
            </w:r>
          </w:p>
        </w:tc>
        <w:tc>
          <w:tcPr>
            <w:tcW w:w="3332" w:type="pct"/>
            <w:gridSpan w:val="6"/>
            <w:shd w:val="clear" w:color="auto" w:fill="auto"/>
            <w:vAlign w:val="center"/>
          </w:tcPr>
          <w:p w:rsidRPr="007C63F3" w:rsidR="002D3F20" w:rsidP="002D3F20" w:rsidRDefault="002D3F20" w14:paraId="7AF5C063" w14:textId="50B08CB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There was effective communication regarding the expectations and responsibilities of my role as a participant/mentee throughout the programme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Pr="007C63F3" w:rsidR="002D3F20" w:rsidP="002D3F20" w:rsidRDefault="002D3F20" w14:paraId="40E292B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4F23875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210B0C8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3FECC30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2D3F20" w:rsidP="002D3F20" w:rsidRDefault="002D3F20" w14:paraId="7901D20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42" w:type="pct"/>
            <w:gridSpan w:val="2"/>
          </w:tcPr>
          <w:p w:rsidRPr="007C63F3" w:rsidR="002D3F20" w:rsidP="002D3F20" w:rsidRDefault="002D3F20" w14:paraId="55E3607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F72424" w:rsidTr="001500C6" w14:paraId="372EA7CE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216" w:type="pct"/>
            <w:gridSpan w:val="2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F72424" w:rsidP="00F72424" w:rsidRDefault="00F72424" w14:paraId="0FA45180" w14:textId="0837ECC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A7. </w:t>
            </w:r>
          </w:p>
        </w:tc>
        <w:tc>
          <w:tcPr>
            <w:tcW w:w="4784" w:type="pct"/>
            <w:gridSpan w:val="1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D06342" w:rsidR="00F72424" w:rsidP="00F72424" w:rsidRDefault="00F72424" w14:paraId="6483108A" w14:textId="21981CB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the programme </w:t>
            </w:r>
            <w:proofErr w:type="gramStart"/>
            <w:r w:rsidRPr="00D06342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delivery</w:t>
            </w:r>
            <w:proofErr w:type="gramEnd"/>
          </w:p>
          <w:p w:rsidR="00F72424" w:rsidP="00F72424" w:rsidRDefault="00F72424" w14:paraId="521A97BB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D85A31" w:rsidR="00F72424" w:rsidP="00E940DF" w:rsidRDefault="00F72424" w14:paraId="2DD74995" w14:textId="66BD4A7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1500C6" w:rsidTr="007D19F1" w14:paraId="770484DC" w14:textId="77777777">
        <w:trPr>
          <w:gridAfter w:val="1"/>
          <w:wAfter w:w="2" w:type="pct"/>
        </w:trPr>
        <w:tc>
          <w:tcPr>
            <w:tcW w:w="4998" w:type="pct"/>
            <w:gridSpan w:val="1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5C6887" w:rsidR="001500C6" w:rsidP="001500C6" w:rsidRDefault="001500C6" w14:paraId="5420525C" w14:textId="27F47EB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sz w:val="26"/>
                <w:szCs w:val="26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B. Small projects</w:t>
            </w:r>
          </w:p>
        </w:tc>
      </w:tr>
      <w:tr w:rsidRPr="007C63F3" w:rsidR="001500C6" w:rsidTr="007D19F1" w14:paraId="3AF6E286" w14:textId="77777777">
        <w:trPr>
          <w:gridAfter w:val="1"/>
          <w:wAfter w:w="2" w:type="pct"/>
          <w:trHeight w:val="300"/>
        </w:trPr>
        <w:tc>
          <w:tcPr>
            <w:tcW w:w="3794" w:type="pct"/>
            <w:gridSpan w:val="9"/>
            <w:shd w:val="clear" w:color="auto" w:fill="auto"/>
            <w:hideMark/>
          </w:tcPr>
          <w:p w:rsidRPr="007C63F3" w:rsidR="001500C6" w:rsidP="001500C6" w:rsidRDefault="001500C6" w14:paraId="0369EC47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04" w:type="pct"/>
            <w:gridSpan w:val="9"/>
            <w:shd w:val="clear" w:color="auto" w:fill="auto"/>
            <w:vAlign w:val="center"/>
            <w:hideMark/>
          </w:tcPr>
          <w:p w:rsidRPr="007C63F3" w:rsidR="001500C6" w:rsidP="001500C6" w:rsidRDefault="001500C6" w14:paraId="119A191E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1500C6" w:rsidDel="00D2454A" w:rsidP="001500C6" w:rsidRDefault="001500C6" w14:paraId="5FC245A6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1500C6" w:rsidTr="007D19F1" w14:paraId="0E091FE6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2C5CF3C4" w14:textId="0A5B2A1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B1. 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05006BD1" w14:textId="666A70D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I was able to apply new skills and knowledge learned in the didactic sessions through the small projects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7C34DA9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12B28609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65CCBD24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7A80FEEB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Pr="007C63F3" w:rsidR="001500C6" w:rsidP="001500C6" w:rsidRDefault="001500C6" w14:paraId="41C06C57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431F1DE8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0F196950" w14:textId="1C77188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B2. 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5CE9E2B9" w14:textId="1FF4F6F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Small projects helped reinforce the concepts learned in the didactic sessions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13ABCA0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4072E4F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12C75AF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04FA3B4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Pr="007C63F3" w:rsidR="001500C6" w:rsidP="001500C6" w:rsidRDefault="001500C6" w14:paraId="0EC1FD4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5EB285AA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1BCB2A32" w14:textId="13B4431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B3. 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5C1E7CA1" w14:textId="057EBAE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The scope of small projects was relevant to the covered competencies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18A01CB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517B0F8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790F362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579CA7D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Pr="007C63F3" w:rsidR="001500C6" w:rsidP="001500C6" w:rsidRDefault="001500C6" w14:paraId="2FE0D0A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4695A8EC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2" w:type="pct"/>
          <w:trHeight w:val="300"/>
        </w:trPr>
        <w:tc>
          <w:tcPr>
            <w:tcW w:w="210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1500C6" w:rsidP="001500C6" w:rsidRDefault="001500C6" w14:paraId="2053461E" w14:textId="0BDD347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B4. </w:t>
            </w:r>
          </w:p>
        </w:tc>
        <w:tc>
          <w:tcPr>
            <w:tcW w:w="4787" w:type="pct"/>
            <w:gridSpan w:val="1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D06342" w:rsidR="001500C6" w:rsidP="001500C6" w:rsidRDefault="001500C6" w14:paraId="40337B6C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small </w:t>
            </w:r>
            <w:proofErr w:type="gramStart"/>
            <w:r w:rsidRPr="00D06342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projects</w:t>
            </w:r>
            <w:proofErr w:type="gramEnd"/>
          </w:p>
          <w:p w:rsidRPr="00D06342" w:rsidR="001500C6" w:rsidP="001500C6" w:rsidRDefault="001500C6" w14:paraId="1212BA2D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D85A31" w:rsidR="001500C6" w:rsidP="001500C6" w:rsidRDefault="001500C6" w14:paraId="6682E4F0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1500C6" w:rsidTr="007D19F1" w14:paraId="318696BA" w14:textId="77777777">
        <w:trPr>
          <w:gridAfter w:val="1"/>
          <w:wAfter w:w="2" w:type="pct"/>
        </w:trPr>
        <w:tc>
          <w:tcPr>
            <w:tcW w:w="4998" w:type="pct"/>
            <w:gridSpan w:val="1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5C6887" w:rsidR="001500C6" w:rsidP="001500C6" w:rsidRDefault="001500C6" w14:paraId="50AA54DE" w14:textId="7127D46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sz w:val="26"/>
                <w:szCs w:val="26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C. Capstone projects</w:t>
            </w:r>
          </w:p>
        </w:tc>
      </w:tr>
      <w:tr w:rsidRPr="007C63F3" w:rsidR="001500C6" w:rsidTr="007D19F1" w14:paraId="701B2CD0" w14:textId="77777777">
        <w:trPr>
          <w:gridAfter w:val="1"/>
          <w:wAfter w:w="2" w:type="pct"/>
          <w:trHeight w:val="300"/>
        </w:trPr>
        <w:tc>
          <w:tcPr>
            <w:tcW w:w="3794" w:type="pct"/>
            <w:gridSpan w:val="9"/>
            <w:shd w:val="clear" w:color="auto" w:fill="auto"/>
            <w:hideMark/>
          </w:tcPr>
          <w:p w:rsidRPr="007C63F3" w:rsidR="001500C6" w:rsidP="001500C6" w:rsidRDefault="001500C6" w14:paraId="13511B64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04" w:type="pct"/>
            <w:gridSpan w:val="9"/>
            <w:shd w:val="clear" w:color="auto" w:fill="auto"/>
            <w:vAlign w:val="center"/>
            <w:hideMark/>
          </w:tcPr>
          <w:p w:rsidRPr="007C63F3" w:rsidR="001500C6" w:rsidP="001500C6" w:rsidRDefault="001500C6" w14:paraId="29947930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1500C6" w:rsidDel="00D2454A" w:rsidP="001500C6" w:rsidRDefault="001500C6" w14:paraId="3FF9E035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1500C6" w:rsidTr="007D19F1" w14:paraId="6A428F7C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5D93266A" w14:textId="4B7D90A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C1. 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71359E46" w14:textId="2B228FA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Capstone project contributed to my learning and improvement of skills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3105E79B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4A92E8AB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00F4CD47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4A73D883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Pr="007C63F3" w:rsidR="001500C6" w:rsidP="001500C6" w:rsidRDefault="001500C6" w14:paraId="5945EA83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3862CBE2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16877778" w14:textId="67ED328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C2. 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65FEEDE4" w14:textId="11B989B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Capstone project helped me to develop practical solutions for real-world challenges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7FF91F9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133EB76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680FD84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42E98D3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Pr="007C63F3" w:rsidR="001500C6" w:rsidP="001500C6" w:rsidRDefault="001500C6" w14:paraId="14DB33E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5C4D2BB4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413461F6" w14:textId="15E41AC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C3. 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119EF170" w14:textId="6AE4F99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The allocated time for the capstone project was reasonable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19A10BB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524B1D8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26B8D12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1B3BE05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Pr="007C63F3" w:rsidR="001500C6" w:rsidP="001500C6" w:rsidRDefault="001500C6" w14:paraId="63194A8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3F14B7AC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1792929A" w14:textId="6D48353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C4.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6D0EDB3C" w14:textId="062ED96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Capstone project’s scope was based on national context and priorities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6DFD7CF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30AFE66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67279D3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75C73AF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Pr="007C63F3" w:rsidR="001500C6" w:rsidP="001500C6" w:rsidRDefault="001500C6" w14:paraId="772E1CD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211AE780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2" w:type="pct"/>
          <w:trHeight w:val="300"/>
        </w:trPr>
        <w:tc>
          <w:tcPr>
            <w:tcW w:w="210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1500C6" w:rsidP="001500C6" w:rsidRDefault="001500C6" w14:paraId="398CD7A6" w14:textId="761886D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C5. </w:t>
            </w:r>
          </w:p>
        </w:tc>
        <w:tc>
          <w:tcPr>
            <w:tcW w:w="4787" w:type="pct"/>
            <w:gridSpan w:val="1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D06342" w:rsidR="001500C6" w:rsidP="001500C6" w:rsidRDefault="001500C6" w14:paraId="25F91543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capstone </w:t>
            </w:r>
            <w:proofErr w:type="gramStart"/>
            <w:r w:rsidRPr="00D06342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projects</w:t>
            </w:r>
            <w:proofErr w:type="gramEnd"/>
          </w:p>
          <w:p w:rsidRPr="00D06342" w:rsidR="001500C6" w:rsidP="001500C6" w:rsidRDefault="001500C6" w14:paraId="5FB15F43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D85A31" w:rsidR="001500C6" w:rsidP="001500C6" w:rsidRDefault="001500C6" w14:paraId="6B39BD2A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1500C6" w:rsidTr="007D19F1" w14:paraId="66F3CC2D" w14:textId="77777777">
        <w:trPr>
          <w:gridAfter w:val="1"/>
          <w:wAfter w:w="2" w:type="pct"/>
        </w:trPr>
        <w:tc>
          <w:tcPr>
            <w:tcW w:w="4998" w:type="pct"/>
            <w:gridSpan w:val="1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5C6887" w:rsidR="001500C6" w:rsidP="001500C6" w:rsidRDefault="001500C6" w14:paraId="202FDB11" w14:textId="624A9A7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sz w:val="26"/>
                <w:szCs w:val="26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D. Learning outcomes</w:t>
            </w:r>
          </w:p>
        </w:tc>
      </w:tr>
      <w:tr w:rsidRPr="007C63F3" w:rsidR="001500C6" w:rsidTr="007D19F1" w14:paraId="3B2972DD" w14:textId="77777777">
        <w:trPr>
          <w:gridAfter w:val="1"/>
          <w:wAfter w:w="2" w:type="pct"/>
          <w:trHeight w:val="300"/>
        </w:trPr>
        <w:tc>
          <w:tcPr>
            <w:tcW w:w="3794" w:type="pct"/>
            <w:gridSpan w:val="9"/>
            <w:shd w:val="clear" w:color="auto" w:fill="auto"/>
            <w:hideMark/>
          </w:tcPr>
          <w:p w:rsidRPr="007C63F3" w:rsidR="001500C6" w:rsidP="001500C6" w:rsidRDefault="001500C6" w14:paraId="31ECD29C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04" w:type="pct"/>
            <w:gridSpan w:val="9"/>
            <w:shd w:val="clear" w:color="auto" w:fill="auto"/>
            <w:vAlign w:val="center"/>
            <w:hideMark/>
          </w:tcPr>
          <w:p w:rsidRPr="007C63F3" w:rsidR="001500C6" w:rsidP="001500C6" w:rsidRDefault="001500C6" w14:paraId="6558729A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1500C6" w:rsidDel="00D2454A" w:rsidP="001500C6" w:rsidRDefault="001500C6" w14:paraId="0D31662D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1500C6" w:rsidTr="007D19F1" w14:paraId="342A8581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402849B3" w14:textId="5E41F27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D1.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64A02175" w14:textId="22FEC33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The programme provided the knowledge and improved my skills in assessing the laboratory system performance and formulating plans to advance and sustain the system 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6E305FA4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50D2041F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23F508AF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0A5AD8E0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Pr="007C63F3" w:rsidR="001500C6" w:rsidP="001500C6" w:rsidRDefault="001500C6" w14:paraId="5A3EBECC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6E12BF7B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5E508732" w14:textId="22944A4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D2.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525F6121" w14:textId="2DF3820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The programme provided the knowledge and improved my skills in recognizing, adopting, and applying best practices in my relevant sector to ensure quality laboratory services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301E124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0CAFAE6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4AC21D8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13F4814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Pr="007C63F3" w:rsidR="001500C6" w:rsidP="001500C6" w:rsidRDefault="001500C6" w14:paraId="2610D04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4F718853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6048B869" w14:textId="71D1264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D3.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60D76F2E" w14:textId="7FB57D4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 xml:space="preserve">The programme provided the knowledge and improved my skills in advocating for the contribution of human, </w:t>
            </w:r>
            <w:proofErr w:type="gramStart"/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animal</w:t>
            </w:r>
            <w:proofErr w:type="gramEnd"/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 xml:space="preserve"> and environmental laboratories 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43D12C2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4A9791F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33C844C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2502F35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Pr="007C63F3" w:rsidR="001500C6" w:rsidP="001500C6" w:rsidRDefault="001500C6" w14:paraId="7D3E05C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038F40AF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5187C5EC" w14:textId="7093FBC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D4.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60C0CC8B" w14:textId="782E422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The programme provided the knowledge and improved my laboratory management and leadership</w:t>
            </w:r>
            <w:r w:rsidRPr="00D06342">
              <w:rPr>
                <w:rFonts w:eastAsia="Times New Roman" w:cs="Arial"/>
                <w:lang w:eastAsia="en-GB"/>
              </w:rPr>
              <w:t> </w:t>
            </w: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skills including effective communication 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5F73DA3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7A877B7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3A99993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3197CA5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Pr="007C63F3" w:rsidR="001500C6" w:rsidP="001500C6" w:rsidRDefault="001500C6" w14:paraId="273A530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3C9B7F64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29B11B98" w14:textId="21ABC12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D5.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0A7C5B88" w14:textId="551EEFC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 xml:space="preserve">The programme provided the knowledge and improved my skills in </w:t>
            </w:r>
            <w:r w:rsidRPr="00D06342">
              <w:rPr>
                <w:rFonts w:ascii="Franklin Gothic Book" w:hAnsi="Franklin Gothic Book" w:eastAsia="Times New Roman" w:cs="Arial"/>
                <w:lang w:val="en-US" w:eastAsia="en-GB"/>
              </w:rPr>
              <w:t>mentoring laboratory professionals </w:t>
            </w:r>
            <w:proofErr w:type="gramStart"/>
            <w:r w:rsidRPr="00D06342">
              <w:rPr>
                <w:rFonts w:ascii="Franklin Gothic Book" w:hAnsi="Franklin Gothic Book" w:eastAsia="Times New Roman" w:cs="Arial"/>
                <w:lang w:val="en-US" w:eastAsia="en-GB"/>
              </w:rPr>
              <w:t>in order to</w:t>
            </w:r>
            <w:proofErr w:type="gramEnd"/>
            <w:r w:rsidRPr="00D06342">
              <w:rPr>
                <w:rFonts w:ascii="Franklin Gothic Book" w:hAnsi="Franklin Gothic Book" w:eastAsia="Times New Roman" w:cs="Arial"/>
                <w:lang w:val="en-US" w:eastAsia="en-GB"/>
              </w:rPr>
              <w:t xml:space="preserve"> help build human resource capacity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5FD0248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4F17459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4AD64C5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1A3B50D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Pr="007C63F3" w:rsidR="001500C6" w:rsidP="001500C6" w:rsidRDefault="001500C6" w14:paraId="70991A8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4F06F170" w14:textId="77777777">
        <w:trPr>
          <w:gridAfter w:val="1"/>
          <w:wAfter w:w="2" w:type="pct"/>
          <w:trHeight w:val="300"/>
        </w:trPr>
        <w:tc>
          <w:tcPr>
            <w:tcW w:w="4998" w:type="pct"/>
            <w:gridSpan w:val="18"/>
            <w:shd w:val="clear" w:color="auto" w:fill="auto"/>
            <w:vAlign w:val="center"/>
          </w:tcPr>
          <w:p w:rsidRPr="007C63F3" w:rsidR="001500C6" w:rsidP="001500C6" w:rsidRDefault="001500C6" w14:paraId="1D472FF1" w14:textId="7456FE7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More specifically, for each competency outlined in the Laboratory Leadership Competency Framework:</w:t>
            </w:r>
          </w:p>
        </w:tc>
      </w:tr>
      <w:tr w:rsidRPr="007C63F3" w:rsidR="001500C6" w:rsidTr="007D19F1" w14:paraId="0F176FF0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37B25565" w14:textId="450BC1F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D6. 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4F82E027" w14:textId="6F1D2CF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This programme increased my understanding of laboratory systems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6ADE178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653A5ED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0B54C65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4E4A54A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Pr="007C63F3" w:rsidR="001500C6" w:rsidP="001500C6" w:rsidRDefault="001500C6" w14:paraId="149E11A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04A4F218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112DF5E0" w14:textId="4D540DA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D7.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2B3E41E2" w14:textId="2C9D740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 xml:space="preserve">This programme increased my leadership skills 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0E7234B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4E5D6AD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70D84E1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3539751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Pr="007C63F3" w:rsidR="001500C6" w:rsidP="001500C6" w:rsidRDefault="001500C6" w14:paraId="784EDDE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58405C52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46E8354C" w14:textId="2F77E8C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D8. 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55516F63" w14:textId="262A371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 xml:space="preserve">This programme increased my management skills 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302B0D7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7EAF982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316C931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2D53B67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Pr="007C63F3" w:rsidR="001500C6" w:rsidP="001500C6" w:rsidRDefault="001500C6" w14:paraId="7F8CD12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12A3398A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38229493" w14:textId="3C915A6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D9.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21AA9CA0" w14:textId="2F461FD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The programme improved my communication skills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29477C1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366F7F2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6E6CDE7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61A068E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Pr="007C63F3" w:rsidR="001500C6" w:rsidP="001500C6" w:rsidRDefault="001500C6" w14:paraId="61E4692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1D067EB8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1AE32F56" w14:textId="303FA58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D10.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189BC5AB" w14:textId="14BE685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This programme increased my understanding of quality management systems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2AFAF94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7939EF8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3EA827D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540CB2A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Pr="007C63F3" w:rsidR="001500C6" w:rsidP="001500C6" w:rsidRDefault="001500C6" w14:paraId="062D905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68572EC1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1D382606" w14:textId="67B596D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D11. 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0E176B1B" w14:textId="63E4C1C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7EC31EE">
              <w:rPr>
                <w:rFonts w:ascii="Franklin Gothic Book" w:hAnsi="Franklin Gothic Book" w:eastAsia="Times New Roman" w:cs="Arial"/>
                <w:lang w:eastAsia="en-GB"/>
              </w:rPr>
              <w:t>This programme increased my understanding of biosafety and biosecurity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3374A3C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1CBAFEC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4CCBEB3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460B39D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Pr="007C63F3" w:rsidR="001500C6" w:rsidP="001500C6" w:rsidRDefault="001500C6" w14:paraId="37B6513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1A29C2A4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58693B10" w14:textId="1175937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D12.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580BCBCC" w14:textId="66A67D1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7EC31EE">
              <w:rPr>
                <w:rFonts w:ascii="Franklin Gothic Book" w:hAnsi="Franklin Gothic Book" w:eastAsia="Times New Roman" w:cs="Arial"/>
                <w:lang w:eastAsia="en-GB"/>
              </w:rPr>
              <w:t>This programme increased my understanding of the role of laboratories in disease surveillance and outbreak investigation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57963C0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3989E07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7974FBB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17EA589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Pr="007C63F3" w:rsidR="001500C6" w:rsidP="001500C6" w:rsidRDefault="001500C6" w14:paraId="1454F43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7BCAC318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4F1CCD31" w14:textId="1C18CA4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D13.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1EF8B2CF" w14:textId="7E15864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 xml:space="preserve">This programme increased my understanding and improved my skills for effective emergency preparedness, </w:t>
            </w:r>
            <w:proofErr w:type="gramStart"/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response</w:t>
            </w:r>
            <w:proofErr w:type="gramEnd"/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 xml:space="preserve"> and recovery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45F0792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3564B1B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7302D6E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  <w:hideMark/>
          </w:tcPr>
          <w:p w:rsidRPr="007C63F3" w:rsidR="001500C6" w:rsidP="001500C6" w:rsidRDefault="001500C6" w14:paraId="4EFB4DC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Pr="007C63F3" w:rsidR="001500C6" w:rsidP="001500C6" w:rsidRDefault="001500C6" w14:paraId="19E4DBA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715DB867" w14:textId="77777777">
        <w:trPr>
          <w:gridAfter w:val="1"/>
          <w:wAfter w:w="2" w:type="pct"/>
          <w:trHeight w:val="300"/>
        </w:trPr>
        <w:tc>
          <w:tcPr>
            <w:tcW w:w="210" w:type="pct"/>
            <w:shd w:val="clear" w:color="auto" w:fill="auto"/>
            <w:vAlign w:val="center"/>
          </w:tcPr>
          <w:p w:rsidRPr="007C63F3" w:rsidR="001500C6" w:rsidP="001500C6" w:rsidRDefault="001500C6" w14:paraId="2CAB697B" w14:textId="1ACCFBE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D14.</w:t>
            </w:r>
          </w:p>
        </w:tc>
        <w:tc>
          <w:tcPr>
            <w:tcW w:w="3583" w:type="pct"/>
            <w:gridSpan w:val="8"/>
            <w:shd w:val="clear" w:color="auto" w:fill="auto"/>
            <w:vAlign w:val="center"/>
          </w:tcPr>
          <w:p w:rsidRPr="007C63F3" w:rsidR="001500C6" w:rsidP="001500C6" w:rsidRDefault="001500C6" w14:paraId="46FA4D9A" w14:textId="44E8AA0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7EC31EE">
              <w:rPr>
                <w:rFonts w:ascii="Franklin Gothic Book" w:hAnsi="Franklin Gothic Book" w:eastAsia="Times New Roman" w:cs="Arial"/>
                <w:lang w:eastAsia="en-GB"/>
              </w:rPr>
              <w:t>This programme increased my understanding of research and innovation in the laboratory context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0B7FF67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471E43A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6F1698D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Pr="007C63F3" w:rsidR="001500C6" w:rsidP="001500C6" w:rsidRDefault="001500C6" w14:paraId="50F23FE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Pr="007C63F3" w:rsidR="001500C6" w:rsidP="001500C6" w:rsidRDefault="001500C6" w14:paraId="788A6BF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1500C6" w:rsidTr="007D19F1" w14:paraId="1190D3D3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2" w:type="pct"/>
          <w:trHeight w:val="300"/>
        </w:trPr>
        <w:tc>
          <w:tcPr>
            <w:tcW w:w="210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1500C6" w:rsidP="001500C6" w:rsidRDefault="001500C6" w14:paraId="33782C0C" w14:textId="33B04D3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D15. </w:t>
            </w:r>
          </w:p>
        </w:tc>
        <w:tc>
          <w:tcPr>
            <w:tcW w:w="4787" w:type="pct"/>
            <w:gridSpan w:val="1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D06342" w:rsidR="001500C6" w:rsidP="001500C6" w:rsidRDefault="001500C6" w14:paraId="0D8E9CD5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the learning </w:t>
            </w:r>
            <w:proofErr w:type="gramStart"/>
            <w:r w:rsidRPr="00D06342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outcomes</w:t>
            </w:r>
            <w:proofErr w:type="gramEnd"/>
          </w:p>
          <w:p w:rsidRPr="00D06342" w:rsidR="001500C6" w:rsidP="001500C6" w:rsidRDefault="001500C6" w14:paraId="33236229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D85A31" w:rsidR="001500C6" w:rsidP="001500C6" w:rsidRDefault="001500C6" w14:paraId="243EA01A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D06342" w:rsidR="001500C6" w:rsidTr="001500C6" w14:paraId="063669B4" w14:textId="77777777">
        <w:tc>
          <w:tcPr>
            <w:tcW w:w="5000" w:type="pct"/>
            <w:gridSpan w:val="19"/>
            <w:shd w:val="clear" w:color="auto" w:fill="F2F2F2" w:themeFill="background1" w:themeFillShade="F2"/>
            <w:hideMark/>
          </w:tcPr>
          <w:p w:rsidRPr="00D06342" w:rsidR="001500C6" w:rsidP="001500C6" w:rsidRDefault="001500C6" w14:paraId="5A04D399" w14:textId="2FC990B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E. General evaluation</w:t>
            </w:r>
          </w:p>
        </w:tc>
      </w:tr>
      <w:tr w:rsidRPr="00D06342" w:rsidR="001500C6" w:rsidTr="001500C6" w14:paraId="3EE0B0D9" w14:textId="77777777">
        <w:tc>
          <w:tcPr>
            <w:tcW w:w="2092" w:type="pct"/>
            <w:gridSpan w:val="3"/>
            <w:shd w:val="clear" w:color="auto" w:fill="auto"/>
            <w:hideMark/>
          </w:tcPr>
          <w:p w:rsidRPr="00D06342" w:rsidR="001500C6" w:rsidP="001500C6" w:rsidRDefault="001500C6" w14:paraId="7081DF0D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2908" w:type="pct"/>
            <w:gridSpan w:val="16"/>
            <w:shd w:val="clear" w:color="auto" w:fill="auto"/>
            <w:vAlign w:val="center"/>
            <w:hideMark/>
          </w:tcPr>
          <w:p w:rsidRPr="00D06342" w:rsidR="001500C6" w:rsidP="001500C6" w:rsidRDefault="001500C6" w14:paraId="523D21A1" w14:textId="77777777">
            <w:pPr>
              <w:spacing w:before="40" w:after="4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D06342" w:rsidR="001500C6" w:rsidP="001500C6" w:rsidRDefault="001500C6" w14:paraId="47E0591A" w14:textId="6CC74C1B">
            <w:pPr>
              <w:spacing w:before="0" w:after="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1: Extremely dissatisfied </w:t>
            </w:r>
            <w:r w:rsidRPr="00FF140C">
              <w:rPr>
                <w:rFonts w:ascii="Wingdings" w:hAnsi="Wingdings" w:eastAsia="Wingdings" w:cs="Wingdings"/>
                <w:sz w:val="18"/>
                <w:szCs w:val="18"/>
                <w:lang w:eastAsia="en-GB"/>
              </w:rPr>
              <w:t>à</w:t>
            </w:r>
            <w:r w:rsidRPr="00D06342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Extremely satisfied: 10</w:t>
            </w:r>
          </w:p>
          <w:p w:rsidRPr="00D06342" w:rsidR="001500C6" w:rsidP="001500C6" w:rsidRDefault="001500C6" w14:paraId="2B74E778" w14:textId="61946CD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D06342" w:rsidR="001500C6" w:rsidTr="007D19F1" w14:paraId="0BBF1688" w14:textId="77777777">
        <w:tc>
          <w:tcPr>
            <w:tcW w:w="209" w:type="pct"/>
            <w:shd w:val="clear" w:color="auto" w:fill="auto"/>
            <w:vAlign w:val="center"/>
          </w:tcPr>
          <w:p w:rsidRPr="00D06342" w:rsidR="001500C6" w:rsidP="001500C6" w:rsidRDefault="001500C6" w14:paraId="27F65EDE" w14:textId="318F201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E1. </w:t>
            </w:r>
          </w:p>
        </w:tc>
        <w:tc>
          <w:tcPr>
            <w:tcW w:w="1882" w:type="pct"/>
            <w:gridSpan w:val="2"/>
            <w:shd w:val="clear" w:color="auto" w:fill="auto"/>
            <w:vAlign w:val="center"/>
          </w:tcPr>
          <w:p w:rsidRPr="00D06342" w:rsidR="001500C6" w:rsidP="001500C6" w:rsidRDefault="001500C6" w14:paraId="32D234D7" w14:textId="5ACE44F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What is your overall satisfaction with the programme?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Pr="00D06342" w:rsidR="001500C6" w:rsidP="001500C6" w:rsidRDefault="001500C6" w14:paraId="321F3041" w14:textId="6EF266CE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Pr="00D06342" w:rsidR="001500C6" w:rsidP="001500C6" w:rsidRDefault="001500C6" w14:paraId="718AE98E" w14:textId="645EE731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Pr="00D06342" w:rsidR="001500C6" w:rsidP="001500C6" w:rsidRDefault="001500C6" w14:paraId="792ED269" w14:textId="27D83478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Pr="00D06342" w:rsidR="001500C6" w:rsidP="001500C6" w:rsidRDefault="001500C6" w14:paraId="144B00A8" w14:textId="2C61A820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Pr="00D06342" w:rsidR="001500C6" w:rsidP="001500C6" w:rsidRDefault="001500C6" w14:paraId="1C64DFE9" w14:textId="397BA6DF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</w:tcPr>
          <w:p w:rsidRPr="00D06342" w:rsidR="001500C6" w:rsidP="001500C6" w:rsidRDefault="001500C6" w14:paraId="64EEADEE" w14:textId="57BD8B48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6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</w:tcPr>
          <w:p w:rsidRPr="00D06342" w:rsidR="001500C6" w:rsidP="001500C6" w:rsidRDefault="001500C6" w14:paraId="33937DD2" w14:textId="1D9533EE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7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</w:tcPr>
          <w:p w:rsidRPr="00D06342" w:rsidR="001500C6" w:rsidP="001500C6" w:rsidRDefault="001500C6" w14:paraId="3C4EAC85" w14:textId="7FF60514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8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</w:tcPr>
          <w:p w:rsidRPr="00D06342" w:rsidR="001500C6" w:rsidP="001500C6" w:rsidRDefault="001500C6" w14:paraId="313D2BE1" w14:textId="1C2DC562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9</w:t>
            </w:r>
          </w:p>
        </w:tc>
        <w:tc>
          <w:tcPr>
            <w:tcW w:w="292" w:type="pct"/>
            <w:gridSpan w:val="3"/>
            <w:shd w:val="clear" w:color="auto" w:fill="auto"/>
            <w:vAlign w:val="center"/>
          </w:tcPr>
          <w:p w:rsidRPr="00D06342" w:rsidR="001500C6" w:rsidP="001500C6" w:rsidRDefault="001500C6" w14:paraId="4541E370" w14:textId="698B7B25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10</w:t>
            </w:r>
          </w:p>
        </w:tc>
      </w:tr>
      <w:tr w:rsidRPr="00D06342" w:rsidR="001500C6" w:rsidTr="007D19F1" w14:paraId="1A2F61FE" w14:textId="77777777">
        <w:tc>
          <w:tcPr>
            <w:tcW w:w="209" w:type="pct"/>
            <w:shd w:val="clear" w:color="auto" w:fill="auto"/>
          </w:tcPr>
          <w:p w:rsidRPr="00D06342" w:rsidR="001500C6" w:rsidP="001500C6" w:rsidRDefault="001500C6" w14:paraId="25C82F21" w14:textId="36382C7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lang w:eastAsia="en-GB"/>
              </w:rPr>
              <w:t>E2.</w:t>
            </w:r>
          </w:p>
        </w:tc>
        <w:tc>
          <w:tcPr>
            <w:tcW w:w="4791" w:type="pct"/>
            <w:gridSpan w:val="18"/>
            <w:shd w:val="clear" w:color="auto" w:fill="auto"/>
            <w:vAlign w:val="center"/>
          </w:tcPr>
          <w:p w:rsidRPr="00D06342" w:rsidR="001500C6" w:rsidP="001500C6" w:rsidRDefault="001500C6" w14:paraId="31981A68" w14:textId="133EDBB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D06342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Please provide overall comments, suggestions, recommendations, and points for improvement of the Programme</w:t>
            </w:r>
          </w:p>
          <w:p w:rsidRPr="00D06342" w:rsidR="001500C6" w:rsidP="001500C6" w:rsidRDefault="001500C6" w14:paraId="6AAFBF14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</w:p>
          <w:p w:rsidRPr="00D06342" w:rsidR="001500C6" w:rsidP="001500C6" w:rsidRDefault="001500C6" w14:paraId="0BC4DBC2" w14:textId="0FB9EC6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</w:p>
        </w:tc>
      </w:tr>
    </w:tbl>
    <w:p w:rsidRPr="00D06342" w:rsidR="00BE0F1B" w:rsidP="0D856587" w:rsidRDefault="001D3745" w14:paraId="5C35089D" w14:textId="024FF308">
      <w:pPr>
        <w:pStyle w:val="Normal"/>
        <w:rPr>
          <w:rFonts w:ascii="Franklin Gothic Book" w:hAnsi="Franklin Gothic Book" w:eastAsia="Franklin Gothic Book" w:cs="Franklin Gothic Book"/>
          <w:noProof w:val="0"/>
          <w:sz w:val="22"/>
          <w:szCs w:val="22"/>
          <w:lang w:val="en-GB"/>
        </w:rPr>
      </w:pPr>
      <w:r w:rsidRPr="0D856587" w:rsidR="001D3745">
        <w:rPr>
          <w:rFonts w:ascii="Franklin Gothic Book" w:hAnsi="Franklin Gothic Book" w:cs="Calibri" w:cstheme="minorAscii"/>
          <w:b w:val="1"/>
          <w:bCs w:val="1"/>
          <w:i w:val="1"/>
          <w:iCs w:val="1"/>
        </w:rPr>
        <w:t>Thank you for taking the time to complete this questionnaire!</w:t>
      </w:r>
      <w:r w:rsidRPr="0D856587" w:rsidR="5C9DED78">
        <w:rPr>
          <w:rFonts w:ascii="Franklin Gothic Book" w:hAnsi="Franklin Gothic Book" w:eastAsia="Franklin Gothic Book" w:cs="Franklin Gothic Book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Your feedback helps us improve the programme.</w:t>
      </w:r>
    </w:p>
    <w:sectPr w:rsidRPr="00D06342" w:rsidR="00BE0F1B" w:rsidSect="00E61AD8">
      <w:headerReference w:type="default" r:id="rId11"/>
      <w:footerReference w:type="default" r:id="rId12"/>
      <w:footerReference w:type="first" r:id="rId13"/>
      <w:pgSz w:w="16838" w:h="11906" w:orient="landscape"/>
      <w:pgMar w:top="993" w:right="993" w:bottom="1417" w:left="113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1ACA" w:rsidP="004F624B" w:rsidRDefault="00B61ACA" w14:paraId="659DF48B" w14:textId="77777777">
      <w:pPr>
        <w:spacing w:after="0" w:line="240" w:lineRule="auto"/>
      </w:pPr>
      <w:r>
        <w:separator/>
      </w:r>
    </w:p>
  </w:endnote>
  <w:endnote w:type="continuationSeparator" w:id="0">
    <w:p w:rsidR="00B61ACA" w:rsidP="004F624B" w:rsidRDefault="00B61ACA" w14:paraId="6D65C475" w14:textId="77777777">
      <w:pPr>
        <w:spacing w:after="0" w:line="240" w:lineRule="auto"/>
      </w:pPr>
      <w:r>
        <w:continuationSeparator/>
      </w:r>
    </w:p>
  </w:endnote>
  <w:endnote w:type="continuationNotice" w:id="1">
    <w:p w:rsidR="00B61ACA" w:rsidRDefault="00B61ACA" w14:paraId="3CCE62BF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A7FAF" w:rsidR="00FD56E6" w:rsidP="006F681F" w:rsidRDefault="00751FF5" w14:paraId="482F11EE" w14:textId="240FAE2C">
    <w:pPr>
      <w:pStyle w:val="Footer"/>
      <w:pBdr>
        <w:top w:val="single" w:color="808080" w:themeColor="background1" w:themeShade="80" w:sz="6" w:space="0"/>
      </w:pBdr>
      <w:rPr>
        <w:sz w:val="20"/>
        <w:szCs w:val="20"/>
      </w:rPr>
    </w:pPr>
    <w:r>
      <w:rPr>
        <w:sz w:val="20"/>
        <w:szCs w:val="20"/>
      </w:rPr>
      <w:t xml:space="preserve">Participant </w:t>
    </w:r>
    <w:r w:rsidR="00FD44DA">
      <w:rPr>
        <w:sz w:val="20"/>
        <w:szCs w:val="20"/>
      </w:rPr>
      <w:t xml:space="preserve">Final </w:t>
    </w:r>
    <w:r w:rsidRPr="003A7FAF" w:rsidR="009F7513">
      <w:rPr>
        <w:sz w:val="20"/>
        <w:szCs w:val="20"/>
      </w:rPr>
      <w:t>Evaluation Fo</w:t>
    </w:r>
    <w:r w:rsidRPr="00A44622" w:rsidR="009F7513">
      <w:rPr>
        <w:sz w:val="20"/>
        <w:szCs w:val="20"/>
      </w:rPr>
      <w:t>rm</w:t>
    </w:r>
    <w:r w:rsidRPr="00A236B5" w:rsidR="003A7FAF">
      <w:rPr>
        <w:sz w:val="20"/>
        <w:szCs w:val="20"/>
      </w:rPr>
      <w:t xml:space="preserve"> </w:t>
    </w:r>
    <w:r w:rsidRPr="00A236B5" w:rsidR="00A44622">
      <w:rPr>
        <w:sz w:val="20"/>
        <w:szCs w:val="20"/>
      </w:rPr>
      <w:t>– Projects and learning outcomes</w:t>
    </w:r>
    <w:r w:rsidR="003A7FAF">
      <w:rPr>
        <w:b/>
        <w:bCs/>
        <w:sz w:val="20"/>
        <w:szCs w:val="20"/>
      </w:rPr>
      <w:t xml:space="preserve"> </w:t>
    </w:r>
    <w:r w:rsidR="00BD3768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 xml:space="preserve">        </w:t>
    </w:r>
    <w:r w:rsidR="003A7FAF">
      <w:rPr>
        <w:b/>
        <w:bCs/>
        <w:sz w:val="20"/>
        <w:szCs w:val="20"/>
      </w:rPr>
      <w:t xml:space="preserve"> </w:t>
    </w:r>
    <w:r w:rsidRPr="00BD3768" w:rsidR="001D3745">
      <w:rPr>
        <w:b/>
        <w:bCs/>
        <w:sz w:val="20"/>
        <w:szCs w:val="20"/>
      </w:rPr>
      <w:t xml:space="preserve">    </w:t>
    </w:r>
    <w:r w:rsidRPr="00BD3768" w:rsidR="00FD56E6">
      <w:rPr>
        <w:b/>
        <w:bCs/>
        <w:sz w:val="20"/>
        <w:szCs w:val="20"/>
      </w:rPr>
      <w:tab/>
    </w:r>
    <w:r w:rsidRPr="003A7FAF" w:rsidR="00FD56E6">
      <w:rPr>
        <w:sz w:val="20"/>
        <w:szCs w:val="20"/>
      </w:rPr>
      <w:fldChar w:fldCharType="begin"/>
    </w:r>
    <w:r w:rsidRPr="003A7FAF" w:rsidR="00FD56E6">
      <w:rPr>
        <w:sz w:val="20"/>
        <w:szCs w:val="20"/>
      </w:rPr>
      <w:instrText xml:space="preserve"> PAGE   \* MERGEFORMAT </w:instrText>
    </w:r>
    <w:r w:rsidRPr="003A7FAF" w:rsidR="00FD56E6">
      <w:rPr>
        <w:sz w:val="20"/>
        <w:szCs w:val="20"/>
      </w:rPr>
      <w:fldChar w:fldCharType="separate"/>
    </w:r>
    <w:r w:rsidRPr="003A7FAF" w:rsidR="00312F4B">
      <w:rPr>
        <w:noProof/>
        <w:sz w:val="20"/>
        <w:szCs w:val="20"/>
      </w:rPr>
      <w:t>1</w:t>
    </w:r>
    <w:r w:rsidRPr="003A7FAF" w:rsidR="00FD56E6">
      <w:rPr>
        <w:sz w:val="20"/>
        <w:szCs w:val="20"/>
      </w:rPr>
      <w:fldChar w:fldCharType="end"/>
    </w:r>
    <w:r w:rsidRPr="003A7FAF" w:rsidR="00FD56E6">
      <w:rPr>
        <w:sz w:val="20"/>
        <w:szCs w:val="20"/>
      </w:rPr>
      <w:t>/</w:t>
    </w:r>
    <w:r w:rsidRPr="003A7FAF" w:rsidR="00FD56E6">
      <w:rPr>
        <w:sz w:val="20"/>
        <w:szCs w:val="20"/>
      </w:rPr>
      <w:fldChar w:fldCharType="begin"/>
    </w:r>
    <w:r w:rsidRPr="003A7FAF" w:rsidR="00FD56E6">
      <w:rPr>
        <w:sz w:val="20"/>
        <w:szCs w:val="20"/>
      </w:rPr>
      <w:instrText xml:space="preserve"> NUMPAGES   \* MERGEFORMAT </w:instrText>
    </w:r>
    <w:r w:rsidRPr="003A7FAF" w:rsidR="00FD56E6">
      <w:rPr>
        <w:sz w:val="20"/>
        <w:szCs w:val="20"/>
      </w:rPr>
      <w:fldChar w:fldCharType="separate"/>
    </w:r>
    <w:r w:rsidRPr="003A7FAF" w:rsidR="00312F4B">
      <w:rPr>
        <w:noProof/>
        <w:sz w:val="20"/>
        <w:szCs w:val="20"/>
      </w:rPr>
      <w:t>1</w:t>
    </w:r>
    <w:r w:rsidRPr="003A7FAF" w:rsidR="00FD56E6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-599265545"/>
      <w:docPartObj>
        <w:docPartGallery w:val="Page Numbers (Top of Page)"/>
        <w:docPartUnique/>
      </w:docPartObj>
    </w:sdtPr>
    <w:sdtEndPr>
      <w:rPr>
        <w:color w:val="808080" w:themeColor="background1" w:themeTint="FF" w:themeShade="80"/>
      </w:rPr>
    </w:sdtEndPr>
    <w:sdtContent>
      <w:p w:rsidRPr="003A0DFF" w:rsidR="00FD56E6" w:rsidP="003A0DFF" w:rsidRDefault="00FD56E6" w14:paraId="4AC0696C" w14:textId="77777777">
        <w:pPr>
          <w:pStyle w:val="Header"/>
          <w:jc w:val="right"/>
          <w:rPr>
            <w:color w:val="808080" w:themeColor="background1" w:themeShade="80"/>
          </w:rPr>
        </w:pPr>
        <w:r w:rsidRPr="003A0DFF">
          <w:rPr>
            <w:color w:val="808080" w:themeColor="background1" w:themeShade="80"/>
          </w:rPr>
          <w:t xml:space="preserve">Page | </w:t>
        </w:r>
        <w:r w:rsidRPr="003A0DFF">
          <w:rPr>
            <w:b/>
            <w:color w:val="808080" w:themeColor="background1" w:themeShade="80"/>
          </w:rPr>
          <w:fldChar w:fldCharType="begin"/>
        </w:r>
        <w:r w:rsidRPr="003A0DFF">
          <w:rPr>
            <w:b/>
            <w:color w:val="808080" w:themeColor="background1" w:themeShade="80"/>
          </w:rPr>
          <w:instrText xml:space="preserve"> PAGE   \* MERGEFORMAT </w:instrText>
        </w:r>
        <w:r w:rsidRPr="003A0DFF"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 w:rsidRPr="003A0DFF">
          <w:rPr>
            <w:b/>
            <w:color w:val="808080" w:themeColor="background1" w:themeShade="80"/>
          </w:rPr>
          <w:fldChar w:fldCharType="end"/>
        </w:r>
        <w:r>
          <w:rPr>
            <w:b/>
            <w:color w:val="808080" w:themeColor="background1" w:themeShade="80"/>
          </w:rPr>
          <w:t>/</w:t>
        </w:r>
        <w:r>
          <w:rPr>
            <w:b/>
            <w:color w:val="808080" w:themeColor="background1" w:themeShade="80"/>
          </w:rPr>
          <w:fldChar w:fldCharType="begin"/>
        </w:r>
        <w:r>
          <w:rPr>
            <w:b/>
            <w:color w:val="808080" w:themeColor="background1" w:themeShade="80"/>
          </w:rPr>
          <w:instrText xml:space="preserve"> NUMPAGES   \* MERGEFORMAT </w:instrText>
        </w:r>
        <w:r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>
          <w:rPr>
            <w:b/>
            <w:color w:val="808080" w:themeColor="background1" w:themeShade="8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1ACA" w:rsidP="004F624B" w:rsidRDefault="00B61ACA" w14:paraId="749A1BAE" w14:textId="77777777">
      <w:pPr>
        <w:spacing w:after="0" w:line="240" w:lineRule="auto"/>
      </w:pPr>
      <w:r>
        <w:separator/>
      </w:r>
    </w:p>
  </w:footnote>
  <w:footnote w:type="continuationSeparator" w:id="0">
    <w:p w:rsidR="00B61ACA" w:rsidP="004F624B" w:rsidRDefault="00B61ACA" w14:paraId="3D792965" w14:textId="77777777">
      <w:pPr>
        <w:spacing w:after="0" w:line="240" w:lineRule="auto"/>
      </w:pPr>
      <w:r>
        <w:continuationSeparator/>
      </w:r>
    </w:p>
  </w:footnote>
  <w:footnote w:type="continuationNotice" w:id="1">
    <w:p w:rsidR="00B61ACA" w:rsidRDefault="00B61ACA" w14:paraId="6A2E0F2C" w14:textId="77777777">
      <w:pPr>
        <w:spacing w:before="0" w:after="0" w:line="240" w:lineRule="auto"/>
      </w:pPr>
    </w:p>
  </w:footnote>
  <w:footnote w:id="2">
    <w:p w:rsidRPr="002D3F20" w:rsidR="002D3F20" w:rsidRDefault="002D3F20" w14:paraId="7D773EB9" w14:textId="7183A99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Not applicable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E3AC0" w:rsidR="00FD56E6" w:rsidP="0088145C" w:rsidRDefault="00D06342" w14:paraId="16CF2170" w14:textId="4445BB20">
    <w:pPr>
      <w:pStyle w:val="Header"/>
      <w:pBdr>
        <w:top w:val="none" w:color="auto" w:sz="0" w:space="0"/>
      </w:pBdr>
      <w:jc w:val="right"/>
    </w:pPr>
    <w:r>
      <w:rPr>
        <w:noProof/>
      </w:rPr>
      <w:drawing>
        <wp:inline distT="0" distB="0" distL="0" distR="0" wp14:anchorId="42288DDF" wp14:editId="28D77649">
          <wp:extent cx="1852295" cy="274955"/>
          <wp:effectExtent l="0" t="0" r="0" b="0"/>
          <wp:docPr id="2052648669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648669" name="Picture 2" descr="A close 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2295" cy="27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7C8BE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E41F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444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B42C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BCFA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B96E37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9824D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A2881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DE784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1E9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12B60BA7"/>
    <w:multiLevelType w:val="multilevel"/>
    <w:tmpl w:val="ED36B5BC"/>
    <w:numStyleLink w:val="ListBullets"/>
  </w:abstractNum>
  <w:abstractNum w:abstractNumId="11" w15:restartNumberingAfterBreak="0">
    <w:nsid w:val="23384B96"/>
    <w:multiLevelType w:val="hybridMultilevel"/>
    <w:tmpl w:val="000886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53B0818"/>
    <w:multiLevelType w:val="multilevel"/>
    <w:tmpl w:val="ED36B5BC"/>
    <w:numStyleLink w:val="ListBullets"/>
  </w:abstractNum>
  <w:abstractNum w:abstractNumId="13" w15:restartNumberingAfterBreak="0">
    <w:nsid w:val="35303360"/>
    <w:multiLevelType w:val="multilevel"/>
    <w:tmpl w:val="ED36B5BC"/>
    <w:numStyleLink w:val="ListBullets"/>
  </w:abstractNum>
  <w:abstractNum w:abstractNumId="14" w15:restartNumberingAfterBreak="0">
    <w:nsid w:val="3AB151A3"/>
    <w:multiLevelType w:val="hybridMultilevel"/>
    <w:tmpl w:val="572A5F00"/>
    <w:lvl w:ilvl="0" w:tplc="2D6CEDEE">
      <w:start w:val="1"/>
      <w:numFmt w:val="decimal"/>
      <w:pStyle w:val="titreTableau"/>
      <w:lvlText w:val="Table %1. 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83EB1"/>
    <w:multiLevelType w:val="hybridMultilevel"/>
    <w:tmpl w:val="034277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F86302F"/>
    <w:multiLevelType w:val="hybridMultilevel"/>
    <w:tmpl w:val="8D429A1A"/>
    <w:lvl w:ilvl="0" w:tplc="040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 w15:restartNumberingAfterBreak="0">
    <w:nsid w:val="3FD932B0"/>
    <w:multiLevelType w:val="hybridMultilevel"/>
    <w:tmpl w:val="73DE76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8FB1565"/>
    <w:multiLevelType w:val="hybridMultilevel"/>
    <w:tmpl w:val="088067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286268E"/>
    <w:multiLevelType w:val="multilevel"/>
    <w:tmpl w:val="ED36B5BC"/>
    <w:styleLink w:val="ListBullets"/>
    <w:lvl w:ilvl="0">
      <w:start w:val="1"/>
      <w:numFmt w:val="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2">
      <w:start w:val="1"/>
      <w:numFmt w:val="bullet"/>
      <w:lvlText w:val=""/>
      <w:lvlJc w:val="left"/>
      <w:pPr>
        <w:ind w:left="1080" w:hanging="360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66B010F"/>
    <w:multiLevelType w:val="multilevel"/>
    <w:tmpl w:val="ED36B5BC"/>
    <w:numStyleLink w:val="ListBullets"/>
  </w:abstractNum>
  <w:abstractNum w:abstractNumId="21" w15:restartNumberingAfterBreak="0">
    <w:nsid w:val="5B3B3E2A"/>
    <w:multiLevelType w:val="hybridMultilevel"/>
    <w:tmpl w:val="048A62DC"/>
    <w:lvl w:ilvl="0" w:tplc="AD563D3C">
      <w:start w:val="1"/>
      <w:numFmt w:val="bullet"/>
      <w:lvlText w:val=""/>
      <w:lvlJc w:val="left"/>
      <w:pPr>
        <w:ind w:left="2149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22" w15:restartNumberingAfterBreak="0">
    <w:nsid w:val="5C2410DD"/>
    <w:multiLevelType w:val="hybridMultilevel"/>
    <w:tmpl w:val="33F828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CC91FE3"/>
    <w:multiLevelType w:val="multilevel"/>
    <w:tmpl w:val="ED36B5BC"/>
    <w:numStyleLink w:val="ListBullets"/>
  </w:abstractNum>
  <w:abstractNum w:abstractNumId="24" w15:restartNumberingAfterBreak="0">
    <w:nsid w:val="70541F2A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1B9170D"/>
    <w:multiLevelType w:val="hybridMultilevel"/>
    <w:tmpl w:val="F0047254"/>
    <w:lvl w:ilvl="0" w:tplc="54581BE8">
      <w:start w:val="1"/>
      <w:numFmt w:val="decimal"/>
      <w:pStyle w:val="titreFigure"/>
      <w:lvlText w:val="Figu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1100E1"/>
    <w:multiLevelType w:val="hybridMultilevel"/>
    <w:tmpl w:val="4E30ED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35E4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95026583">
    <w:abstractNumId w:val="24"/>
  </w:num>
  <w:num w:numId="2" w16cid:durableId="1680736913">
    <w:abstractNumId w:val="8"/>
  </w:num>
  <w:num w:numId="3" w16cid:durableId="1027877068">
    <w:abstractNumId w:val="3"/>
  </w:num>
  <w:num w:numId="4" w16cid:durableId="2105877393">
    <w:abstractNumId w:val="2"/>
  </w:num>
  <w:num w:numId="5" w16cid:durableId="1178958554">
    <w:abstractNumId w:val="1"/>
  </w:num>
  <w:num w:numId="6" w16cid:durableId="1006637224">
    <w:abstractNumId w:val="0"/>
  </w:num>
  <w:num w:numId="7" w16cid:durableId="681469053">
    <w:abstractNumId w:val="9"/>
  </w:num>
  <w:num w:numId="8" w16cid:durableId="1929070462">
    <w:abstractNumId w:val="7"/>
  </w:num>
  <w:num w:numId="9" w16cid:durableId="2080244632">
    <w:abstractNumId w:val="6"/>
  </w:num>
  <w:num w:numId="10" w16cid:durableId="250089991">
    <w:abstractNumId w:val="5"/>
  </w:num>
  <w:num w:numId="11" w16cid:durableId="68239694">
    <w:abstractNumId w:val="4"/>
  </w:num>
  <w:num w:numId="12" w16cid:durableId="1649506655">
    <w:abstractNumId w:val="14"/>
  </w:num>
  <w:num w:numId="13" w16cid:durableId="1363552764">
    <w:abstractNumId w:val="25"/>
  </w:num>
  <w:num w:numId="14" w16cid:durableId="358552275">
    <w:abstractNumId w:val="16"/>
  </w:num>
  <w:num w:numId="15" w16cid:durableId="129908205">
    <w:abstractNumId w:val="21"/>
  </w:num>
  <w:num w:numId="16" w16cid:durableId="18162220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00477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6319211">
    <w:abstractNumId w:val="15"/>
  </w:num>
  <w:num w:numId="19" w16cid:durableId="1288319672">
    <w:abstractNumId w:val="17"/>
  </w:num>
  <w:num w:numId="20" w16cid:durableId="789468806">
    <w:abstractNumId w:val="11"/>
  </w:num>
  <w:num w:numId="21" w16cid:durableId="727650825">
    <w:abstractNumId w:val="22"/>
  </w:num>
  <w:num w:numId="22" w16cid:durableId="1209760186">
    <w:abstractNumId w:val="18"/>
  </w:num>
  <w:num w:numId="23" w16cid:durableId="66223172">
    <w:abstractNumId w:val="27"/>
  </w:num>
  <w:num w:numId="24" w16cid:durableId="257106690">
    <w:abstractNumId w:val="19"/>
  </w:num>
  <w:num w:numId="25" w16cid:durableId="73014226">
    <w:abstractNumId w:val="23"/>
  </w:num>
  <w:num w:numId="26" w16cid:durableId="159737053">
    <w:abstractNumId w:val="20"/>
  </w:num>
  <w:num w:numId="27" w16cid:durableId="1867476014">
    <w:abstractNumId w:val="10"/>
  </w:num>
  <w:num w:numId="28" w16cid:durableId="1149253680">
    <w:abstractNumId w:val="12"/>
  </w:num>
  <w:num w:numId="29" w16cid:durableId="1553073624">
    <w:abstractNumId w:val="13"/>
  </w:num>
  <w:num w:numId="30" w16cid:durableId="534120208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14"/>
    <w:rsid w:val="00000CD2"/>
    <w:rsid w:val="0000235E"/>
    <w:rsid w:val="00005B65"/>
    <w:rsid w:val="00017CB6"/>
    <w:rsid w:val="00020927"/>
    <w:rsid w:val="00021D9C"/>
    <w:rsid w:val="000253E0"/>
    <w:rsid w:val="000344F9"/>
    <w:rsid w:val="000442B8"/>
    <w:rsid w:val="00044591"/>
    <w:rsid w:val="00046C1B"/>
    <w:rsid w:val="0005012B"/>
    <w:rsid w:val="00050FEF"/>
    <w:rsid w:val="00052BDB"/>
    <w:rsid w:val="00052E5A"/>
    <w:rsid w:val="000558FB"/>
    <w:rsid w:val="00055C30"/>
    <w:rsid w:val="00057476"/>
    <w:rsid w:val="00062338"/>
    <w:rsid w:val="000661FD"/>
    <w:rsid w:val="0007412A"/>
    <w:rsid w:val="000816B9"/>
    <w:rsid w:val="00084BB8"/>
    <w:rsid w:val="00086204"/>
    <w:rsid w:val="00086A3A"/>
    <w:rsid w:val="00090AE6"/>
    <w:rsid w:val="00092145"/>
    <w:rsid w:val="00092B64"/>
    <w:rsid w:val="00093290"/>
    <w:rsid w:val="000A0B1C"/>
    <w:rsid w:val="000A59A6"/>
    <w:rsid w:val="000A6B6F"/>
    <w:rsid w:val="000B122C"/>
    <w:rsid w:val="000B4F64"/>
    <w:rsid w:val="000C1688"/>
    <w:rsid w:val="000C3BBF"/>
    <w:rsid w:val="000D332A"/>
    <w:rsid w:val="000D3390"/>
    <w:rsid w:val="000D57E9"/>
    <w:rsid w:val="000D6A11"/>
    <w:rsid w:val="000E7CA9"/>
    <w:rsid w:val="000F41B8"/>
    <w:rsid w:val="00107A58"/>
    <w:rsid w:val="00111400"/>
    <w:rsid w:val="00112291"/>
    <w:rsid w:val="00112E60"/>
    <w:rsid w:val="001146C4"/>
    <w:rsid w:val="00114AAC"/>
    <w:rsid w:val="00116D35"/>
    <w:rsid w:val="0013004C"/>
    <w:rsid w:val="00133309"/>
    <w:rsid w:val="00136358"/>
    <w:rsid w:val="00136C60"/>
    <w:rsid w:val="00140421"/>
    <w:rsid w:val="00142F70"/>
    <w:rsid w:val="00143183"/>
    <w:rsid w:val="00143B28"/>
    <w:rsid w:val="001469C5"/>
    <w:rsid w:val="001500C6"/>
    <w:rsid w:val="00150481"/>
    <w:rsid w:val="00151F88"/>
    <w:rsid w:val="0015610A"/>
    <w:rsid w:val="00156464"/>
    <w:rsid w:val="00157B65"/>
    <w:rsid w:val="00166D7D"/>
    <w:rsid w:val="00170306"/>
    <w:rsid w:val="00172583"/>
    <w:rsid w:val="00172B6E"/>
    <w:rsid w:val="0017399D"/>
    <w:rsid w:val="00175EA8"/>
    <w:rsid w:val="00177405"/>
    <w:rsid w:val="0017792F"/>
    <w:rsid w:val="00182995"/>
    <w:rsid w:val="0018737B"/>
    <w:rsid w:val="00190F3D"/>
    <w:rsid w:val="00197609"/>
    <w:rsid w:val="001A03E0"/>
    <w:rsid w:val="001A5B10"/>
    <w:rsid w:val="001C0D99"/>
    <w:rsid w:val="001C53A0"/>
    <w:rsid w:val="001D0043"/>
    <w:rsid w:val="001D14F0"/>
    <w:rsid w:val="001D1E06"/>
    <w:rsid w:val="001D2108"/>
    <w:rsid w:val="001D3745"/>
    <w:rsid w:val="001D57D5"/>
    <w:rsid w:val="001D795A"/>
    <w:rsid w:val="001E029B"/>
    <w:rsid w:val="001F3C66"/>
    <w:rsid w:val="00200254"/>
    <w:rsid w:val="00201C2F"/>
    <w:rsid w:val="0020306D"/>
    <w:rsid w:val="002071A3"/>
    <w:rsid w:val="002149FD"/>
    <w:rsid w:val="00215318"/>
    <w:rsid w:val="00215900"/>
    <w:rsid w:val="00216E8D"/>
    <w:rsid w:val="00216FF6"/>
    <w:rsid w:val="00220958"/>
    <w:rsid w:val="00231181"/>
    <w:rsid w:val="002317C6"/>
    <w:rsid w:val="00231FAE"/>
    <w:rsid w:val="002345B2"/>
    <w:rsid w:val="00242E6A"/>
    <w:rsid w:val="00244449"/>
    <w:rsid w:val="00244714"/>
    <w:rsid w:val="002550C6"/>
    <w:rsid w:val="00261D37"/>
    <w:rsid w:val="002627E4"/>
    <w:rsid w:val="00263CC6"/>
    <w:rsid w:val="00280D3F"/>
    <w:rsid w:val="0028351C"/>
    <w:rsid w:val="00290CF0"/>
    <w:rsid w:val="002A6296"/>
    <w:rsid w:val="002B0BD3"/>
    <w:rsid w:val="002B6D91"/>
    <w:rsid w:val="002C5624"/>
    <w:rsid w:val="002D18B3"/>
    <w:rsid w:val="002D2961"/>
    <w:rsid w:val="002D3217"/>
    <w:rsid w:val="002D3F20"/>
    <w:rsid w:val="002D4C83"/>
    <w:rsid w:val="002D7AE9"/>
    <w:rsid w:val="002E19DC"/>
    <w:rsid w:val="002E1FC9"/>
    <w:rsid w:val="002F2EAF"/>
    <w:rsid w:val="002F707B"/>
    <w:rsid w:val="003000BA"/>
    <w:rsid w:val="00302259"/>
    <w:rsid w:val="00304827"/>
    <w:rsid w:val="00312F4B"/>
    <w:rsid w:val="0031351F"/>
    <w:rsid w:val="00314373"/>
    <w:rsid w:val="00320007"/>
    <w:rsid w:val="00320DF7"/>
    <w:rsid w:val="00331BA4"/>
    <w:rsid w:val="00332DEB"/>
    <w:rsid w:val="00333663"/>
    <w:rsid w:val="00345DD6"/>
    <w:rsid w:val="003463DA"/>
    <w:rsid w:val="00346AD2"/>
    <w:rsid w:val="00350662"/>
    <w:rsid w:val="00352133"/>
    <w:rsid w:val="00352C83"/>
    <w:rsid w:val="00354BEC"/>
    <w:rsid w:val="00356894"/>
    <w:rsid w:val="003642DD"/>
    <w:rsid w:val="00367557"/>
    <w:rsid w:val="003760AE"/>
    <w:rsid w:val="00390AD6"/>
    <w:rsid w:val="003933ED"/>
    <w:rsid w:val="00393C45"/>
    <w:rsid w:val="00394138"/>
    <w:rsid w:val="00394314"/>
    <w:rsid w:val="00396223"/>
    <w:rsid w:val="00397C34"/>
    <w:rsid w:val="003A0CFA"/>
    <w:rsid w:val="003A0DFF"/>
    <w:rsid w:val="003A2A3A"/>
    <w:rsid w:val="003A3495"/>
    <w:rsid w:val="003A64FF"/>
    <w:rsid w:val="003A7FAF"/>
    <w:rsid w:val="003B1079"/>
    <w:rsid w:val="003B51F8"/>
    <w:rsid w:val="003B76C5"/>
    <w:rsid w:val="003C4483"/>
    <w:rsid w:val="003D0076"/>
    <w:rsid w:val="003D129F"/>
    <w:rsid w:val="003D28F4"/>
    <w:rsid w:val="003D6D55"/>
    <w:rsid w:val="003D78FC"/>
    <w:rsid w:val="003E3DB2"/>
    <w:rsid w:val="003E40B8"/>
    <w:rsid w:val="003F2BE1"/>
    <w:rsid w:val="003F61BD"/>
    <w:rsid w:val="00401329"/>
    <w:rsid w:val="00402507"/>
    <w:rsid w:val="004038C7"/>
    <w:rsid w:val="00404274"/>
    <w:rsid w:val="00406509"/>
    <w:rsid w:val="00407750"/>
    <w:rsid w:val="00411B05"/>
    <w:rsid w:val="00413050"/>
    <w:rsid w:val="00414206"/>
    <w:rsid w:val="0042183E"/>
    <w:rsid w:val="004221EE"/>
    <w:rsid w:val="00422624"/>
    <w:rsid w:val="00427E9A"/>
    <w:rsid w:val="00430AD2"/>
    <w:rsid w:val="004411E6"/>
    <w:rsid w:val="0044172F"/>
    <w:rsid w:val="00441B42"/>
    <w:rsid w:val="00443A0F"/>
    <w:rsid w:val="00453ACA"/>
    <w:rsid w:val="00454896"/>
    <w:rsid w:val="00462890"/>
    <w:rsid w:val="00464DFB"/>
    <w:rsid w:val="0047073C"/>
    <w:rsid w:val="0047353F"/>
    <w:rsid w:val="0047656F"/>
    <w:rsid w:val="00476A1F"/>
    <w:rsid w:val="004777D3"/>
    <w:rsid w:val="00487244"/>
    <w:rsid w:val="00490BAD"/>
    <w:rsid w:val="00496932"/>
    <w:rsid w:val="00497D29"/>
    <w:rsid w:val="004A08B5"/>
    <w:rsid w:val="004A1871"/>
    <w:rsid w:val="004B3B37"/>
    <w:rsid w:val="004B4A0A"/>
    <w:rsid w:val="004B5044"/>
    <w:rsid w:val="004B78D1"/>
    <w:rsid w:val="004B7C67"/>
    <w:rsid w:val="004C4DDB"/>
    <w:rsid w:val="004C6218"/>
    <w:rsid w:val="004C76AE"/>
    <w:rsid w:val="004D0C47"/>
    <w:rsid w:val="004D4020"/>
    <w:rsid w:val="004F2803"/>
    <w:rsid w:val="004F3BCA"/>
    <w:rsid w:val="004F4B65"/>
    <w:rsid w:val="004F624B"/>
    <w:rsid w:val="00500AB4"/>
    <w:rsid w:val="00501AC4"/>
    <w:rsid w:val="00501EC7"/>
    <w:rsid w:val="00507CBE"/>
    <w:rsid w:val="00512DAF"/>
    <w:rsid w:val="00513BF7"/>
    <w:rsid w:val="00515EF9"/>
    <w:rsid w:val="00521F84"/>
    <w:rsid w:val="00536F96"/>
    <w:rsid w:val="00540894"/>
    <w:rsid w:val="0054500B"/>
    <w:rsid w:val="005504B2"/>
    <w:rsid w:val="00556613"/>
    <w:rsid w:val="00556FDA"/>
    <w:rsid w:val="00564E4D"/>
    <w:rsid w:val="00567655"/>
    <w:rsid w:val="0057270B"/>
    <w:rsid w:val="00574C98"/>
    <w:rsid w:val="0057507D"/>
    <w:rsid w:val="00576C91"/>
    <w:rsid w:val="00593844"/>
    <w:rsid w:val="005A044B"/>
    <w:rsid w:val="005A1E9C"/>
    <w:rsid w:val="005A4C01"/>
    <w:rsid w:val="005B518A"/>
    <w:rsid w:val="005B733B"/>
    <w:rsid w:val="005C4EBB"/>
    <w:rsid w:val="005C65AB"/>
    <w:rsid w:val="005C6EBD"/>
    <w:rsid w:val="005D00B6"/>
    <w:rsid w:val="005D0B81"/>
    <w:rsid w:val="005D4E2B"/>
    <w:rsid w:val="005D585C"/>
    <w:rsid w:val="005E5FCB"/>
    <w:rsid w:val="005E798A"/>
    <w:rsid w:val="005F0314"/>
    <w:rsid w:val="005F4C69"/>
    <w:rsid w:val="005F61B5"/>
    <w:rsid w:val="005F678E"/>
    <w:rsid w:val="005F78F1"/>
    <w:rsid w:val="005F7AA2"/>
    <w:rsid w:val="00602067"/>
    <w:rsid w:val="00602185"/>
    <w:rsid w:val="00604F0A"/>
    <w:rsid w:val="006123A2"/>
    <w:rsid w:val="006142F4"/>
    <w:rsid w:val="006170DE"/>
    <w:rsid w:val="0062370B"/>
    <w:rsid w:val="00624ECC"/>
    <w:rsid w:val="00631B76"/>
    <w:rsid w:val="006349C5"/>
    <w:rsid w:val="0063528F"/>
    <w:rsid w:val="006363CA"/>
    <w:rsid w:val="00637F5D"/>
    <w:rsid w:val="00640738"/>
    <w:rsid w:val="00641F3E"/>
    <w:rsid w:val="00642ABD"/>
    <w:rsid w:val="006436E1"/>
    <w:rsid w:val="00652CF7"/>
    <w:rsid w:val="006541E9"/>
    <w:rsid w:val="00656BFD"/>
    <w:rsid w:val="00657CFD"/>
    <w:rsid w:val="00665990"/>
    <w:rsid w:val="00665AE7"/>
    <w:rsid w:val="00667F9E"/>
    <w:rsid w:val="00673C1D"/>
    <w:rsid w:val="00680583"/>
    <w:rsid w:val="00682644"/>
    <w:rsid w:val="00683768"/>
    <w:rsid w:val="00687B83"/>
    <w:rsid w:val="00690479"/>
    <w:rsid w:val="00691612"/>
    <w:rsid w:val="00692C35"/>
    <w:rsid w:val="0069556F"/>
    <w:rsid w:val="00696BF9"/>
    <w:rsid w:val="006A0EB4"/>
    <w:rsid w:val="006A3D03"/>
    <w:rsid w:val="006A713F"/>
    <w:rsid w:val="006B05C3"/>
    <w:rsid w:val="006B164D"/>
    <w:rsid w:val="006B16AC"/>
    <w:rsid w:val="006B78E2"/>
    <w:rsid w:val="006C102A"/>
    <w:rsid w:val="006C24A0"/>
    <w:rsid w:val="006C5F9D"/>
    <w:rsid w:val="006C7015"/>
    <w:rsid w:val="006E118A"/>
    <w:rsid w:val="006E1B88"/>
    <w:rsid w:val="006E1BA5"/>
    <w:rsid w:val="006E605B"/>
    <w:rsid w:val="006F0E46"/>
    <w:rsid w:val="006F5E8F"/>
    <w:rsid w:val="006F681F"/>
    <w:rsid w:val="0070292C"/>
    <w:rsid w:val="0071298C"/>
    <w:rsid w:val="0071315E"/>
    <w:rsid w:val="007157B6"/>
    <w:rsid w:val="00720272"/>
    <w:rsid w:val="00720621"/>
    <w:rsid w:val="00725AB6"/>
    <w:rsid w:val="0072712E"/>
    <w:rsid w:val="007334C2"/>
    <w:rsid w:val="007337FA"/>
    <w:rsid w:val="007364B5"/>
    <w:rsid w:val="0074182C"/>
    <w:rsid w:val="007456F3"/>
    <w:rsid w:val="0074595C"/>
    <w:rsid w:val="00747991"/>
    <w:rsid w:val="007508AB"/>
    <w:rsid w:val="007513A8"/>
    <w:rsid w:val="00751FF5"/>
    <w:rsid w:val="00753A17"/>
    <w:rsid w:val="00754753"/>
    <w:rsid w:val="00764306"/>
    <w:rsid w:val="007666E5"/>
    <w:rsid w:val="00766BBD"/>
    <w:rsid w:val="007728CB"/>
    <w:rsid w:val="00773665"/>
    <w:rsid w:val="007811D3"/>
    <w:rsid w:val="00783689"/>
    <w:rsid w:val="007853F1"/>
    <w:rsid w:val="0078719A"/>
    <w:rsid w:val="007A20B0"/>
    <w:rsid w:val="007A396E"/>
    <w:rsid w:val="007A672B"/>
    <w:rsid w:val="007C67AD"/>
    <w:rsid w:val="007D0FA3"/>
    <w:rsid w:val="007D19F1"/>
    <w:rsid w:val="007D4403"/>
    <w:rsid w:val="007E3AC0"/>
    <w:rsid w:val="007E434F"/>
    <w:rsid w:val="007E6C9B"/>
    <w:rsid w:val="007F34BE"/>
    <w:rsid w:val="007F43C5"/>
    <w:rsid w:val="00804E16"/>
    <w:rsid w:val="0080551D"/>
    <w:rsid w:val="008076DE"/>
    <w:rsid w:val="00807B60"/>
    <w:rsid w:val="00811768"/>
    <w:rsid w:val="0081231A"/>
    <w:rsid w:val="008206D2"/>
    <w:rsid w:val="008304BB"/>
    <w:rsid w:val="008310BA"/>
    <w:rsid w:val="00835004"/>
    <w:rsid w:val="00835AF3"/>
    <w:rsid w:val="0084086E"/>
    <w:rsid w:val="00844365"/>
    <w:rsid w:val="00855ECC"/>
    <w:rsid w:val="008561D6"/>
    <w:rsid w:val="008603AC"/>
    <w:rsid w:val="00861135"/>
    <w:rsid w:val="00861B2B"/>
    <w:rsid w:val="008653B0"/>
    <w:rsid w:val="0086787D"/>
    <w:rsid w:val="008700E4"/>
    <w:rsid w:val="00871822"/>
    <w:rsid w:val="00877866"/>
    <w:rsid w:val="00877EFD"/>
    <w:rsid w:val="0088145C"/>
    <w:rsid w:val="008913FA"/>
    <w:rsid w:val="008A2169"/>
    <w:rsid w:val="008A5A04"/>
    <w:rsid w:val="008A6FD0"/>
    <w:rsid w:val="008B0939"/>
    <w:rsid w:val="008B5632"/>
    <w:rsid w:val="008C03BE"/>
    <w:rsid w:val="008C07CD"/>
    <w:rsid w:val="008C4C66"/>
    <w:rsid w:val="008C5695"/>
    <w:rsid w:val="008C5DAB"/>
    <w:rsid w:val="008C7ED6"/>
    <w:rsid w:val="008D07C6"/>
    <w:rsid w:val="008D14D6"/>
    <w:rsid w:val="008D4C95"/>
    <w:rsid w:val="008D634F"/>
    <w:rsid w:val="008E372D"/>
    <w:rsid w:val="008E6D6D"/>
    <w:rsid w:val="008F1A6C"/>
    <w:rsid w:val="008F2470"/>
    <w:rsid w:val="008F2900"/>
    <w:rsid w:val="008F3700"/>
    <w:rsid w:val="008F40FC"/>
    <w:rsid w:val="008F5561"/>
    <w:rsid w:val="008F72EC"/>
    <w:rsid w:val="00900063"/>
    <w:rsid w:val="00912791"/>
    <w:rsid w:val="009205FE"/>
    <w:rsid w:val="00922351"/>
    <w:rsid w:val="009226FE"/>
    <w:rsid w:val="009265D8"/>
    <w:rsid w:val="00931310"/>
    <w:rsid w:val="009319FF"/>
    <w:rsid w:val="00933618"/>
    <w:rsid w:val="009431AE"/>
    <w:rsid w:val="00944648"/>
    <w:rsid w:val="00944BD8"/>
    <w:rsid w:val="00945453"/>
    <w:rsid w:val="00955A9C"/>
    <w:rsid w:val="0095604F"/>
    <w:rsid w:val="00960A16"/>
    <w:rsid w:val="009644EC"/>
    <w:rsid w:val="009704A7"/>
    <w:rsid w:val="00972E71"/>
    <w:rsid w:val="009756F3"/>
    <w:rsid w:val="00980FBE"/>
    <w:rsid w:val="009834D8"/>
    <w:rsid w:val="00986C23"/>
    <w:rsid w:val="00990CA1"/>
    <w:rsid w:val="00990D3E"/>
    <w:rsid w:val="00991593"/>
    <w:rsid w:val="00994193"/>
    <w:rsid w:val="009A6F96"/>
    <w:rsid w:val="009B12AA"/>
    <w:rsid w:val="009B611B"/>
    <w:rsid w:val="009B7504"/>
    <w:rsid w:val="009C2917"/>
    <w:rsid w:val="009D18FA"/>
    <w:rsid w:val="009D3487"/>
    <w:rsid w:val="009D4C75"/>
    <w:rsid w:val="009E11F5"/>
    <w:rsid w:val="009E353D"/>
    <w:rsid w:val="009F15C5"/>
    <w:rsid w:val="009F7513"/>
    <w:rsid w:val="009F7BC9"/>
    <w:rsid w:val="00A14EAC"/>
    <w:rsid w:val="00A209EB"/>
    <w:rsid w:val="00A21981"/>
    <w:rsid w:val="00A236B5"/>
    <w:rsid w:val="00A242BA"/>
    <w:rsid w:val="00A25210"/>
    <w:rsid w:val="00A25C27"/>
    <w:rsid w:val="00A27F45"/>
    <w:rsid w:val="00A32BF3"/>
    <w:rsid w:val="00A35DFC"/>
    <w:rsid w:val="00A37870"/>
    <w:rsid w:val="00A44622"/>
    <w:rsid w:val="00A51297"/>
    <w:rsid w:val="00A53461"/>
    <w:rsid w:val="00A54663"/>
    <w:rsid w:val="00A608E3"/>
    <w:rsid w:val="00A663D4"/>
    <w:rsid w:val="00A66BEF"/>
    <w:rsid w:val="00A71759"/>
    <w:rsid w:val="00A7236D"/>
    <w:rsid w:val="00A72CFF"/>
    <w:rsid w:val="00A74F40"/>
    <w:rsid w:val="00A937E7"/>
    <w:rsid w:val="00A94821"/>
    <w:rsid w:val="00A958D3"/>
    <w:rsid w:val="00AA1DE0"/>
    <w:rsid w:val="00AA2A1D"/>
    <w:rsid w:val="00AA39DC"/>
    <w:rsid w:val="00AA4401"/>
    <w:rsid w:val="00AA4832"/>
    <w:rsid w:val="00AA4CBB"/>
    <w:rsid w:val="00AB0697"/>
    <w:rsid w:val="00AB616E"/>
    <w:rsid w:val="00AB74CA"/>
    <w:rsid w:val="00AB770A"/>
    <w:rsid w:val="00AC1AAD"/>
    <w:rsid w:val="00AC39B5"/>
    <w:rsid w:val="00AC64BD"/>
    <w:rsid w:val="00AD157A"/>
    <w:rsid w:val="00AD26E6"/>
    <w:rsid w:val="00AD457B"/>
    <w:rsid w:val="00AD656D"/>
    <w:rsid w:val="00AD72B4"/>
    <w:rsid w:val="00AE2AB5"/>
    <w:rsid w:val="00AE522E"/>
    <w:rsid w:val="00AE6741"/>
    <w:rsid w:val="00AF04D5"/>
    <w:rsid w:val="00AF2C4F"/>
    <w:rsid w:val="00AF2E0E"/>
    <w:rsid w:val="00AF3ECF"/>
    <w:rsid w:val="00B07F83"/>
    <w:rsid w:val="00B21230"/>
    <w:rsid w:val="00B21811"/>
    <w:rsid w:val="00B22FE5"/>
    <w:rsid w:val="00B2445F"/>
    <w:rsid w:val="00B26813"/>
    <w:rsid w:val="00B31995"/>
    <w:rsid w:val="00B35DE6"/>
    <w:rsid w:val="00B4662E"/>
    <w:rsid w:val="00B5433C"/>
    <w:rsid w:val="00B543C2"/>
    <w:rsid w:val="00B54F06"/>
    <w:rsid w:val="00B55DD8"/>
    <w:rsid w:val="00B569F6"/>
    <w:rsid w:val="00B578CD"/>
    <w:rsid w:val="00B617A8"/>
    <w:rsid w:val="00B61ACA"/>
    <w:rsid w:val="00B677E8"/>
    <w:rsid w:val="00B71DA9"/>
    <w:rsid w:val="00B749BF"/>
    <w:rsid w:val="00B75552"/>
    <w:rsid w:val="00B760A6"/>
    <w:rsid w:val="00B77AEB"/>
    <w:rsid w:val="00B82692"/>
    <w:rsid w:val="00B92589"/>
    <w:rsid w:val="00B97FE2"/>
    <w:rsid w:val="00BA0FF4"/>
    <w:rsid w:val="00BB5757"/>
    <w:rsid w:val="00BB72F2"/>
    <w:rsid w:val="00BC2AE4"/>
    <w:rsid w:val="00BC2ED2"/>
    <w:rsid w:val="00BC37A8"/>
    <w:rsid w:val="00BD3768"/>
    <w:rsid w:val="00BD6777"/>
    <w:rsid w:val="00BE0F1B"/>
    <w:rsid w:val="00BF12A3"/>
    <w:rsid w:val="00BF196B"/>
    <w:rsid w:val="00BF485B"/>
    <w:rsid w:val="00C04B34"/>
    <w:rsid w:val="00C0657A"/>
    <w:rsid w:val="00C06A2D"/>
    <w:rsid w:val="00C125CD"/>
    <w:rsid w:val="00C13E1A"/>
    <w:rsid w:val="00C149E1"/>
    <w:rsid w:val="00C154E0"/>
    <w:rsid w:val="00C200B7"/>
    <w:rsid w:val="00C23528"/>
    <w:rsid w:val="00C23D6A"/>
    <w:rsid w:val="00C27D86"/>
    <w:rsid w:val="00C305D5"/>
    <w:rsid w:val="00C30FE9"/>
    <w:rsid w:val="00C34DB9"/>
    <w:rsid w:val="00C53D85"/>
    <w:rsid w:val="00C542F9"/>
    <w:rsid w:val="00C6049A"/>
    <w:rsid w:val="00C635C8"/>
    <w:rsid w:val="00C63AAC"/>
    <w:rsid w:val="00C63AD4"/>
    <w:rsid w:val="00C714EC"/>
    <w:rsid w:val="00C77315"/>
    <w:rsid w:val="00C82327"/>
    <w:rsid w:val="00C8734A"/>
    <w:rsid w:val="00C90707"/>
    <w:rsid w:val="00C923EA"/>
    <w:rsid w:val="00C92D0F"/>
    <w:rsid w:val="00C957BE"/>
    <w:rsid w:val="00C962F9"/>
    <w:rsid w:val="00C972D8"/>
    <w:rsid w:val="00CA0DE6"/>
    <w:rsid w:val="00CA64F8"/>
    <w:rsid w:val="00CA6D07"/>
    <w:rsid w:val="00CB53FE"/>
    <w:rsid w:val="00CB6789"/>
    <w:rsid w:val="00CC2E0E"/>
    <w:rsid w:val="00CC3F5C"/>
    <w:rsid w:val="00CD1319"/>
    <w:rsid w:val="00CD1E8E"/>
    <w:rsid w:val="00CD307B"/>
    <w:rsid w:val="00CD36B4"/>
    <w:rsid w:val="00CD3B8F"/>
    <w:rsid w:val="00CD56B5"/>
    <w:rsid w:val="00CD696D"/>
    <w:rsid w:val="00CD73C0"/>
    <w:rsid w:val="00CE2DCC"/>
    <w:rsid w:val="00CE6793"/>
    <w:rsid w:val="00CE7FFC"/>
    <w:rsid w:val="00CF0DC0"/>
    <w:rsid w:val="00D0510B"/>
    <w:rsid w:val="00D06342"/>
    <w:rsid w:val="00D0710F"/>
    <w:rsid w:val="00D1348B"/>
    <w:rsid w:val="00D15914"/>
    <w:rsid w:val="00D1710A"/>
    <w:rsid w:val="00D21250"/>
    <w:rsid w:val="00D233F8"/>
    <w:rsid w:val="00D2454A"/>
    <w:rsid w:val="00D30B22"/>
    <w:rsid w:val="00D32041"/>
    <w:rsid w:val="00D34673"/>
    <w:rsid w:val="00D37281"/>
    <w:rsid w:val="00D37F85"/>
    <w:rsid w:val="00D429F1"/>
    <w:rsid w:val="00D43482"/>
    <w:rsid w:val="00D43995"/>
    <w:rsid w:val="00D43AC7"/>
    <w:rsid w:val="00D45D34"/>
    <w:rsid w:val="00D45EEF"/>
    <w:rsid w:val="00D460FC"/>
    <w:rsid w:val="00D4686E"/>
    <w:rsid w:val="00D47731"/>
    <w:rsid w:val="00D47B58"/>
    <w:rsid w:val="00D53235"/>
    <w:rsid w:val="00D548BC"/>
    <w:rsid w:val="00D54AD5"/>
    <w:rsid w:val="00D55CA2"/>
    <w:rsid w:val="00D6483D"/>
    <w:rsid w:val="00D65910"/>
    <w:rsid w:val="00D726D4"/>
    <w:rsid w:val="00D72D03"/>
    <w:rsid w:val="00D72E94"/>
    <w:rsid w:val="00D73B14"/>
    <w:rsid w:val="00D81796"/>
    <w:rsid w:val="00D87EC3"/>
    <w:rsid w:val="00D97606"/>
    <w:rsid w:val="00DA1E72"/>
    <w:rsid w:val="00DB1B80"/>
    <w:rsid w:val="00DB27DB"/>
    <w:rsid w:val="00DC0747"/>
    <w:rsid w:val="00DC1B37"/>
    <w:rsid w:val="00DC56A6"/>
    <w:rsid w:val="00DC7E10"/>
    <w:rsid w:val="00DD1F14"/>
    <w:rsid w:val="00DD382C"/>
    <w:rsid w:val="00DD3F79"/>
    <w:rsid w:val="00DD5B73"/>
    <w:rsid w:val="00DE581F"/>
    <w:rsid w:val="00DE7008"/>
    <w:rsid w:val="00DE7B0F"/>
    <w:rsid w:val="00DF3910"/>
    <w:rsid w:val="00E04D29"/>
    <w:rsid w:val="00E231A1"/>
    <w:rsid w:val="00E30F31"/>
    <w:rsid w:val="00E369CD"/>
    <w:rsid w:val="00E36CC4"/>
    <w:rsid w:val="00E508B8"/>
    <w:rsid w:val="00E51332"/>
    <w:rsid w:val="00E52451"/>
    <w:rsid w:val="00E535D2"/>
    <w:rsid w:val="00E57F1F"/>
    <w:rsid w:val="00E61AD8"/>
    <w:rsid w:val="00E671C6"/>
    <w:rsid w:val="00E768F6"/>
    <w:rsid w:val="00E8276D"/>
    <w:rsid w:val="00E907E6"/>
    <w:rsid w:val="00E940DF"/>
    <w:rsid w:val="00E951F5"/>
    <w:rsid w:val="00E964B3"/>
    <w:rsid w:val="00E976C1"/>
    <w:rsid w:val="00E97F40"/>
    <w:rsid w:val="00EA52B0"/>
    <w:rsid w:val="00EB12F6"/>
    <w:rsid w:val="00ED0D2E"/>
    <w:rsid w:val="00ED19E3"/>
    <w:rsid w:val="00ED3A97"/>
    <w:rsid w:val="00ED45D6"/>
    <w:rsid w:val="00ED75DB"/>
    <w:rsid w:val="00EE286A"/>
    <w:rsid w:val="00EE3E28"/>
    <w:rsid w:val="00EE6B84"/>
    <w:rsid w:val="00EF0025"/>
    <w:rsid w:val="00EF2BD1"/>
    <w:rsid w:val="00EF346C"/>
    <w:rsid w:val="00EF4813"/>
    <w:rsid w:val="00F0175F"/>
    <w:rsid w:val="00F01766"/>
    <w:rsid w:val="00F03D53"/>
    <w:rsid w:val="00F07A18"/>
    <w:rsid w:val="00F147E2"/>
    <w:rsid w:val="00F150DE"/>
    <w:rsid w:val="00F254DE"/>
    <w:rsid w:val="00F277D8"/>
    <w:rsid w:val="00F31433"/>
    <w:rsid w:val="00F40A28"/>
    <w:rsid w:val="00F43528"/>
    <w:rsid w:val="00F4390D"/>
    <w:rsid w:val="00F446F0"/>
    <w:rsid w:val="00F51230"/>
    <w:rsid w:val="00F513E9"/>
    <w:rsid w:val="00F62340"/>
    <w:rsid w:val="00F6443B"/>
    <w:rsid w:val="00F65746"/>
    <w:rsid w:val="00F666CF"/>
    <w:rsid w:val="00F66836"/>
    <w:rsid w:val="00F71AF4"/>
    <w:rsid w:val="00F72424"/>
    <w:rsid w:val="00F7359F"/>
    <w:rsid w:val="00F74EBA"/>
    <w:rsid w:val="00F757E2"/>
    <w:rsid w:val="00F84AB6"/>
    <w:rsid w:val="00F94A8B"/>
    <w:rsid w:val="00F95950"/>
    <w:rsid w:val="00FA15B0"/>
    <w:rsid w:val="00FA2A5D"/>
    <w:rsid w:val="00FA7450"/>
    <w:rsid w:val="00FA7FDE"/>
    <w:rsid w:val="00FB4AAB"/>
    <w:rsid w:val="00FB7430"/>
    <w:rsid w:val="00FC480A"/>
    <w:rsid w:val="00FD17BC"/>
    <w:rsid w:val="00FD1D15"/>
    <w:rsid w:val="00FD44DA"/>
    <w:rsid w:val="00FD56E6"/>
    <w:rsid w:val="00FE72F4"/>
    <w:rsid w:val="00FE7EBB"/>
    <w:rsid w:val="00FF235A"/>
    <w:rsid w:val="00FF30E1"/>
    <w:rsid w:val="00FF4EDB"/>
    <w:rsid w:val="00FF726A"/>
    <w:rsid w:val="01304082"/>
    <w:rsid w:val="071025DB"/>
    <w:rsid w:val="07EC31EE"/>
    <w:rsid w:val="0CE1EEB7"/>
    <w:rsid w:val="0D856587"/>
    <w:rsid w:val="12240DE2"/>
    <w:rsid w:val="17962EA5"/>
    <w:rsid w:val="2325205E"/>
    <w:rsid w:val="24717C1E"/>
    <w:rsid w:val="2FF4E312"/>
    <w:rsid w:val="3368DE1F"/>
    <w:rsid w:val="336FC0C7"/>
    <w:rsid w:val="471DEEB9"/>
    <w:rsid w:val="4C87825D"/>
    <w:rsid w:val="591EE894"/>
    <w:rsid w:val="5C9DED78"/>
    <w:rsid w:val="5F73CE86"/>
    <w:rsid w:val="6B7BF2E1"/>
    <w:rsid w:val="704F2412"/>
    <w:rsid w:val="7CCC2EDA"/>
    <w:rsid w:val="7FC4F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D26E2F"/>
  <w15:docId w15:val="{1FB25036-9095-491F-9282-37589FFAB22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1231A"/>
    <w:pPr>
      <w:spacing w:before="120" w:after="120" w:line="336" w:lineRule="auto"/>
      <w:jc w:val="both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DEB"/>
    <w:pPr>
      <w:keepNext/>
      <w:keepLines/>
      <w:numPr>
        <w:numId w:val="1"/>
      </w:numPr>
      <w:spacing w:before="240" w:after="240"/>
      <w:ind w:left="1140" w:hanging="431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60A16"/>
    <w:pPr>
      <w:numPr>
        <w:ilvl w:val="1"/>
      </w:numPr>
      <w:spacing w:after="120"/>
      <w:ind w:left="1996" w:hanging="578"/>
      <w:outlineLvl w:val="1"/>
    </w:pPr>
    <w:rPr>
      <w:bCs w:val="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D55"/>
    <w:pPr>
      <w:keepNext/>
      <w:keepLines/>
      <w:numPr>
        <w:ilvl w:val="2"/>
        <w:numId w:val="1"/>
      </w:numPr>
      <w:spacing w:before="200"/>
      <w:ind w:left="2846"/>
      <w:outlineLvl w:val="2"/>
    </w:pPr>
    <w:rPr>
      <w:rFonts w:eastAsiaTheme="majorEastAsia" w:cstheme="majorBidi"/>
      <w:bCs/>
      <w:color w:val="1F497D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0DFF"/>
    <w:pPr>
      <w:keepNext/>
      <w:keepLines/>
      <w:numPr>
        <w:ilvl w:val="3"/>
        <w:numId w:val="1"/>
      </w:numPr>
      <w:spacing w:before="200" w:after="0"/>
      <w:ind w:left="3696"/>
      <w:outlineLvl w:val="3"/>
    </w:pPr>
    <w:rPr>
      <w:rFonts w:eastAsiaTheme="majorEastAsia" w:cstheme="majorBidi"/>
      <w:bCs/>
      <w:i/>
      <w:iCs/>
      <w:color w:val="1F497D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30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30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30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30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30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A0DFF"/>
    <w:pPr>
      <w:spacing w:after="300" w:line="240" w:lineRule="auto"/>
      <w:contextualSpacing/>
    </w:pPr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3A0DFF"/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E2B"/>
    <w:pPr>
      <w:numPr>
        <w:ilvl w:val="1"/>
      </w:numPr>
      <w:ind w:firstLine="709"/>
      <w:jc w:val="right"/>
    </w:pPr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5D4E2B"/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332DEB"/>
    <w:rPr>
      <w:rFonts w:eastAsiaTheme="majorEastAsia" w:cstheme="majorBidi"/>
      <w:b/>
      <w:bCs/>
      <w:color w:val="1F497D" w:themeColor="text2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960A16"/>
    <w:rPr>
      <w:rFonts w:ascii="Arial" w:hAnsi="Arial" w:eastAsiaTheme="majorEastAsia" w:cstheme="majorBidi"/>
      <w:b/>
      <w:color w:val="1F497D" w:themeColor="text2"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3D6D55"/>
    <w:rPr>
      <w:rFonts w:eastAsiaTheme="majorEastAsia" w:cstheme="majorBidi"/>
      <w:bCs/>
      <w:color w:val="1F497D" w:themeColor="text2"/>
    </w:rPr>
  </w:style>
  <w:style w:type="character" w:styleId="Heading4Char" w:customStyle="1">
    <w:name w:val="Heading 4 Char"/>
    <w:basedOn w:val="DefaultParagraphFont"/>
    <w:link w:val="Heading4"/>
    <w:uiPriority w:val="9"/>
    <w:rsid w:val="003A0DFF"/>
    <w:rPr>
      <w:rFonts w:eastAsiaTheme="majorEastAsia" w:cstheme="majorBidi"/>
      <w:bCs/>
      <w:i/>
      <w:iCs/>
      <w:color w:val="1F497D" w:themeColor="text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33309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3330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33309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reTableau" w:customStyle="1">
    <w:name w:val="titreTableau"/>
    <w:basedOn w:val="Normal"/>
    <w:qFormat/>
    <w:rsid w:val="005B518A"/>
    <w:pPr>
      <w:numPr>
        <w:numId w:val="12"/>
      </w:numPr>
    </w:pPr>
    <w:rPr>
      <w:b/>
    </w:rPr>
  </w:style>
  <w:style w:type="paragraph" w:styleId="titreFigure" w:customStyle="1">
    <w:name w:val="titreFigure"/>
    <w:basedOn w:val="titreTableau"/>
    <w:qFormat/>
    <w:rsid w:val="00133309"/>
    <w:pPr>
      <w:numPr>
        <w:numId w:val="13"/>
      </w:numPr>
      <w:ind w:left="360"/>
    </w:pPr>
  </w:style>
  <w:style w:type="paragraph" w:styleId="image" w:customStyle="1">
    <w:name w:val="image"/>
    <w:basedOn w:val="Normal"/>
    <w:qFormat/>
    <w:rsid w:val="004F624B"/>
  </w:style>
  <w:style w:type="paragraph" w:styleId="Header">
    <w:name w:val="header"/>
    <w:basedOn w:val="Normal"/>
    <w:link w:val="HeaderChar"/>
    <w:uiPriority w:val="99"/>
    <w:unhideWhenUsed/>
    <w:rsid w:val="003A0DFF"/>
    <w:pPr>
      <w:pBdr>
        <w:top w:val="single" w:color="4F81BD" w:themeColor="accent1" w:sz="8" w:space="1"/>
      </w:pBd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A0DFF"/>
  </w:style>
  <w:style w:type="paragraph" w:styleId="Footer">
    <w:name w:val="footer"/>
    <w:basedOn w:val="Normal"/>
    <w:link w:val="FooterChar"/>
    <w:uiPriority w:val="99"/>
    <w:unhideWhenUsed/>
    <w:rsid w:val="004F624B"/>
    <w:pPr>
      <w:pBdr>
        <w:top w:val="single" w:color="808080" w:themeColor="background1" w:themeShade="80" w:sz="6" w:space="1"/>
      </w:pBdr>
      <w:tabs>
        <w:tab w:val="center" w:pos="4536"/>
        <w:tab w:val="right" w:pos="9072"/>
      </w:tabs>
      <w:spacing w:after="0" w:line="240" w:lineRule="auto"/>
    </w:pPr>
    <w:rPr>
      <w:color w:val="808080" w:themeColor="background1" w:themeShade="80"/>
    </w:rPr>
  </w:style>
  <w:style w:type="character" w:styleId="FooterChar" w:customStyle="1">
    <w:name w:val="Footer Char"/>
    <w:basedOn w:val="DefaultParagraphFont"/>
    <w:link w:val="Footer"/>
    <w:uiPriority w:val="99"/>
    <w:rsid w:val="004F624B"/>
    <w:rPr>
      <w:color w:val="808080" w:themeColor="background1" w:themeShade="80"/>
      <w:sz w:val="20"/>
    </w:rPr>
  </w:style>
  <w:style w:type="paragraph" w:styleId="sous-titre" w:customStyle="1">
    <w:name w:val="sous-titre"/>
    <w:basedOn w:val="Normal"/>
    <w:qFormat/>
    <w:rsid w:val="006F0E46"/>
    <w:pPr>
      <w:spacing w:before="0" w:line="240" w:lineRule="auto"/>
    </w:pPr>
    <w:rPr>
      <w:sz w:val="18"/>
    </w:rPr>
  </w:style>
  <w:style w:type="numbering" w:styleId="ListBullets" w:customStyle="1">
    <w:name w:val="ListBullets"/>
    <w:uiPriority w:val="99"/>
    <w:rsid w:val="0062370B"/>
    <w:pPr>
      <w:numPr>
        <w:numId w:val="24"/>
      </w:numPr>
    </w:pPr>
  </w:style>
  <w:style w:type="paragraph" w:styleId="tableauContent" w:customStyle="1">
    <w:name w:val="tableauContent"/>
    <w:basedOn w:val="Normal"/>
    <w:qFormat/>
    <w:rsid w:val="006F0E46"/>
    <w:pPr>
      <w:spacing w:before="60" w:after="60"/>
      <w:jc w:val="left"/>
    </w:pPr>
    <w:rPr>
      <w:sz w:val="18"/>
    </w:rPr>
  </w:style>
  <w:style w:type="paragraph" w:styleId="references" w:customStyle="1">
    <w:name w:val="references"/>
    <w:basedOn w:val="Normal"/>
    <w:qFormat/>
    <w:rsid w:val="00690479"/>
    <w:pPr>
      <w:spacing w:before="0" w:after="0" w:line="240" w:lineRule="auto"/>
      <w:ind w:hanging="480"/>
      <w:jc w:val="left"/>
    </w:pPr>
    <w:rPr>
      <w:rFonts w:eastAsia="Times New Roman" w:cs="Times New Roman"/>
      <w:szCs w:val="24"/>
      <w:lang w:val="en-US"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4E16"/>
    <w:pPr>
      <w:numPr>
        <w:numId w:val="0"/>
      </w:numPr>
      <w:spacing w:before="480" w:after="0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04E16"/>
    <w:pPr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804E16"/>
    <w:pPr>
      <w:spacing w:before="0" w:after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04E16"/>
    <w:pPr>
      <w:spacing w:before="0" w:after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character" w:styleId="Hyperlink">
    <w:name w:val="Hyperlink"/>
    <w:basedOn w:val="DefaultParagraphFont"/>
    <w:uiPriority w:val="99"/>
    <w:unhideWhenUsed/>
    <w:rsid w:val="00804E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E1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04E16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804E16"/>
    <w:pPr>
      <w:spacing w:before="0"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804E16"/>
    <w:pPr>
      <w:spacing w:before="0"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04E16"/>
    <w:pPr>
      <w:spacing w:before="0"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04E16"/>
    <w:pPr>
      <w:spacing w:before="0"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04E16"/>
    <w:pPr>
      <w:spacing w:before="0"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04E16"/>
    <w:pPr>
      <w:spacing w:before="0"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57B6"/>
    <w:pPr>
      <w:spacing w:before="0" w:after="0" w:line="240" w:lineRule="auto"/>
      <w:jc w:val="left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157B6"/>
    <w:rPr>
      <w:rFonts w:ascii="Arial" w:hAnsi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A440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A39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39DC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A39D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9D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A39DC"/>
    <w:rPr>
      <w:rFonts w:ascii="Arial" w:hAnsi="Arial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8376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37F85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62370B"/>
    <w:pPr>
      <w:ind w:left="360" w:hanging="360"/>
      <w:contextualSpacing/>
    </w:pPr>
  </w:style>
  <w:style w:type="paragraph" w:styleId="ListBullet2">
    <w:name w:val="List Bullet 2"/>
    <w:basedOn w:val="Normal"/>
    <w:uiPriority w:val="99"/>
    <w:unhideWhenUsed/>
    <w:rsid w:val="0062370B"/>
    <w:pPr>
      <w:ind w:left="720" w:hanging="360"/>
      <w:contextualSpacing/>
    </w:pPr>
  </w:style>
  <w:style w:type="paragraph" w:styleId="ListBullet3">
    <w:name w:val="List Bullet 3"/>
    <w:basedOn w:val="Normal"/>
    <w:uiPriority w:val="99"/>
    <w:unhideWhenUsed/>
    <w:rsid w:val="0062370B"/>
    <w:pPr>
      <w:ind w:left="1080" w:hanging="360"/>
      <w:contextualSpacing/>
    </w:pPr>
  </w:style>
  <w:style w:type="paragraph" w:styleId="ListBullet4">
    <w:name w:val="List Bullet 4"/>
    <w:basedOn w:val="Normal"/>
    <w:uiPriority w:val="99"/>
    <w:unhideWhenUsed/>
    <w:rsid w:val="0062370B"/>
    <w:pPr>
      <w:ind w:left="1440" w:hanging="360"/>
      <w:contextualSpacing/>
    </w:pPr>
  </w:style>
  <w:style w:type="paragraph" w:styleId="paragraph" w:customStyle="1">
    <w:name w:val="paragraph"/>
    <w:basedOn w:val="Normal"/>
    <w:rsid w:val="00D2454A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D2454A"/>
  </w:style>
  <w:style w:type="character" w:styleId="eop" w:customStyle="1">
    <w:name w:val="eop"/>
    <w:basedOn w:val="DefaultParagraphFont"/>
    <w:rsid w:val="00D2454A"/>
  </w:style>
  <w:style w:type="paragraph" w:styleId="Revision">
    <w:name w:val="Revision"/>
    <w:hidden/>
    <w:uiPriority w:val="99"/>
    <w:semiHidden/>
    <w:rsid w:val="00F51230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36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49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35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754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99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551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07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5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34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2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10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19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200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27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2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5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1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3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066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1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3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83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853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99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0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401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7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125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56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793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7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9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9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0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8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3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9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74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1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5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01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23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53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685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30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194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018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0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487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410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1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104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565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61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24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381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36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22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2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133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64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6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686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923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9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838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01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7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925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339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79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7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43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21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90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52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39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66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8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12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92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325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502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01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301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710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307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49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18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790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73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7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3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3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76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84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6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848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320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1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9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5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7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32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9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5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8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3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6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1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7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7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99820">
          <w:marLeft w:val="274"/>
          <w:marRight w:val="0"/>
          <w:marTop w:val="15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7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5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9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0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64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00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28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75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47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566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29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26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90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17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8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89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58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74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49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93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27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058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930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7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1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48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2331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5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75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47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51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29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22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0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62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143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49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87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9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483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46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6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519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94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30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713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724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56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29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86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69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83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11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27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8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40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07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055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5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2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6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2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5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30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1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83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36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2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58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43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44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02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9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36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87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30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40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35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8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20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82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24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65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5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21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73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2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06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8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295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88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80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94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4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76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9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08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6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17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36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8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06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72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36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80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0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36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3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34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39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01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5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5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8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34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1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0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39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9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6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8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54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21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1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5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277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124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6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13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5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92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0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5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1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5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2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2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5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9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3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9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8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gia\2_projects\2022_GLLP_M_E\2_deliverables\draft_frameworks\data_collection_tools\document_2021_02_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6A3CB6-407B-4077-BE68-5E0523A315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2095CC-5A1E-4614-9A4D-6CE99989D7B4}">
  <ds:schemaRefs>
    <ds:schemaRef ds:uri="http://schemas.microsoft.com/office/2006/documentManagement/types"/>
    <ds:schemaRef ds:uri="http://purl.org/dc/elements/1.1/"/>
    <ds:schemaRef ds:uri="129451d6-aa90-46b8-8fd9-fbe75a80caf6"/>
    <ds:schemaRef ds:uri="e6f0be81-9d97-4737-97b2-7789c5062d58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60A3FD2-2D62-4A64-8DBF-DE326FBB4D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89347B-8A9C-4A11-8298-0B13C1F77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document_2021_02_10.dotx</ap:Template>
  <ap:Application>Microsoft Word for the web</ap:Application>
  <ap:DocSecurity>0</ap:DocSecurity>
  <ap:ScaleCrop>false</ap:ScaleCrop>
  <ap:Company>Sigia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Myrtille Prouté</dc:creator>
  <keywords/>
  <lastModifiedBy>JAGUPAROV, Alexandr</lastModifiedBy>
  <revision>254</revision>
  <lastPrinted>2023-01-26T10:47:00.0000000Z</lastPrinted>
  <dcterms:created xsi:type="dcterms:W3CDTF">2023-01-25T11:50:00.0000000Z</dcterms:created>
  <dcterms:modified xsi:type="dcterms:W3CDTF">2025-02-03T12:03:38.0583341Z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ediaServiceImageTags">
    <vt:lpwstr/>
  </property>
  <property fmtid="{D5CDD505-2E9C-101B-9397-08002B2CF9AE}" pid="4" name="GrammarlyDocumentId">
    <vt:lpwstr>b9582dc98d789ee64b81f7fa6d4de816ba5dc66250162173ba1ea6ae35bdcae7</vt:lpwstr>
  </property>
</Properties>
</file>